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389C1" w14:textId="6BB9D610" w:rsidR="006414B6" w:rsidRPr="0011202F" w:rsidRDefault="006414B6" w:rsidP="006414B6">
      <w:pPr>
        <w:widowControl w:val="0"/>
        <w:autoSpaceDE w:val="0"/>
        <w:autoSpaceDN w:val="0"/>
        <w:spacing w:after="0" w:line="240" w:lineRule="auto"/>
        <w:ind w:right="-387"/>
        <w:jc w:val="center"/>
        <w:rPr>
          <w:rFonts w:ascii="Times New Roman" w:eastAsia="Cambria" w:hAnsi="Cambria" w:cs="Cambria"/>
          <w:color w:val="424242"/>
          <w:kern w:val="0"/>
          <w:sz w:val="32"/>
          <w:szCs w:val="32"/>
          <w14:ligatures w14:val="none"/>
        </w:rPr>
      </w:pPr>
      <w:r w:rsidRPr="0011202F">
        <w:rPr>
          <w:rFonts w:ascii="Times New Roman" w:eastAsia="Cambria" w:hAnsi="Cambria" w:cs="Cambria"/>
          <w:color w:val="424242"/>
          <w:kern w:val="0"/>
          <w:sz w:val="32"/>
          <w:szCs w:val="32"/>
          <w14:ligatures w14:val="none"/>
        </w:rPr>
        <w:t>QUESTIONARIO DI VALUTAZIONE FINALE DEL TIROCINIO FORMATIVO E DI ORIENTAMENTO</w:t>
      </w:r>
    </w:p>
    <w:p w14:paraId="6AA88D0C" w14:textId="77777777" w:rsidR="006414B6" w:rsidRDefault="006414B6" w:rsidP="006414B6">
      <w:pPr>
        <w:widowControl w:val="0"/>
        <w:autoSpaceDE w:val="0"/>
        <w:autoSpaceDN w:val="0"/>
        <w:spacing w:after="0" w:line="240" w:lineRule="auto"/>
        <w:ind w:right="-387"/>
        <w:jc w:val="center"/>
        <w:rPr>
          <w:rFonts w:ascii="Times New Roman" w:eastAsia="Cambria" w:hAnsi="Cambria" w:cs="Cambria"/>
          <w:color w:val="424242"/>
          <w:kern w:val="0"/>
          <w:sz w:val="32"/>
          <w:szCs w:val="32"/>
          <w14:ligatures w14:val="none"/>
        </w:rPr>
      </w:pPr>
      <w:r w:rsidRPr="0011202F">
        <w:rPr>
          <w:rFonts w:ascii="Times New Roman" w:eastAsia="Cambria" w:hAnsi="Cambria" w:cs="Cambria"/>
          <w:color w:val="424242"/>
          <w:kern w:val="0"/>
          <w:sz w:val="32"/>
          <w:szCs w:val="32"/>
          <w14:ligatures w14:val="none"/>
        </w:rPr>
        <w:t>(a cura del tutor aziendale)</w:t>
      </w:r>
    </w:p>
    <w:p w14:paraId="5F3800B1" w14:textId="77777777" w:rsidR="0011202F" w:rsidRPr="0011202F" w:rsidRDefault="0011202F" w:rsidP="006414B6">
      <w:pPr>
        <w:widowControl w:val="0"/>
        <w:autoSpaceDE w:val="0"/>
        <w:autoSpaceDN w:val="0"/>
        <w:spacing w:after="0" w:line="240" w:lineRule="auto"/>
        <w:ind w:right="-387"/>
        <w:jc w:val="center"/>
        <w:rPr>
          <w:rFonts w:ascii="Times New Roman" w:eastAsia="Cambria" w:hAnsi="Cambria" w:cs="Cambria"/>
          <w:color w:val="424242"/>
          <w:kern w:val="0"/>
          <w:sz w:val="32"/>
          <w:szCs w:val="32"/>
          <w14:ligatures w14:val="none"/>
        </w:rPr>
      </w:pPr>
    </w:p>
    <w:p w14:paraId="027F5F65" w14:textId="6DCB27E9" w:rsidR="006414B6" w:rsidRDefault="006414B6" w:rsidP="00EC4F71">
      <w:pPr>
        <w:jc w:val="both"/>
      </w:pPr>
      <w:r>
        <w:t xml:space="preserve">Il presente questionario é stato predisposto al fine di raccogliere utili elementi di valutazione in merito alla permanenza del tirocinante nella sua azienda. Le chiediamo cortesemente di compilare questa scheda in tutte le sue parti. Le informazioni raccolte saranno trattate in forma anonima ed hanno come esclusiva finalità il miglioramento della programmazione dei tirocini. La ringraziamo anticipatamente per la </w:t>
      </w:r>
      <w:r w:rsidR="00EC4F71">
        <w:t>c</w:t>
      </w:r>
      <w:r>
        <w:t>ollaborazione</w:t>
      </w:r>
      <w:r w:rsidR="00EC4F71">
        <w:t>.</w:t>
      </w:r>
    </w:p>
    <w:p w14:paraId="0BF51D54" w14:textId="77777777" w:rsidR="000D5F59" w:rsidRDefault="000D5F59" w:rsidP="00EC4F71">
      <w:pPr>
        <w:jc w:val="both"/>
      </w:pPr>
    </w:p>
    <w:tbl>
      <w:tblPr>
        <w:tblStyle w:val="Grigliatabella"/>
        <w:tblW w:w="4097" w:type="pct"/>
        <w:tblInd w:w="418" w:type="dxa"/>
        <w:tblLook w:val="04A0" w:firstRow="1" w:lastRow="0" w:firstColumn="1" w:lastColumn="0" w:noHBand="0" w:noVBand="1"/>
      </w:tblPr>
      <w:tblGrid>
        <w:gridCol w:w="8038"/>
      </w:tblGrid>
      <w:tr w:rsidR="006414B6" w14:paraId="4DEC37F4" w14:textId="77777777" w:rsidTr="00846B4C">
        <w:trPr>
          <w:trHeight w:val="4354"/>
        </w:trPr>
        <w:tc>
          <w:tcPr>
            <w:tcW w:w="5000" w:type="pct"/>
          </w:tcPr>
          <w:p w14:paraId="6B7B580A" w14:textId="77777777" w:rsidR="006414B6" w:rsidRPr="00797B4B" w:rsidRDefault="006414B6" w:rsidP="00846B4C">
            <w:pPr>
              <w:ind w:right="-387"/>
              <w:rPr>
                <w:rFonts w:ascii="Times New Roman"/>
                <w:b/>
                <w:color w:val="3A3A3A"/>
              </w:rPr>
            </w:pPr>
            <w:proofErr w:type="spellStart"/>
            <w:r w:rsidRPr="00797B4B">
              <w:rPr>
                <w:rFonts w:ascii="Times New Roman" w:hAnsi="Cambria"/>
                <w:b/>
                <w:color w:val="3A3A3A"/>
              </w:rPr>
              <w:t>Azienda</w:t>
            </w:r>
            <w:proofErr w:type="spellEnd"/>
            <w:r w:rsidRPr="00797B4B">
              <w:rPr>
                <w:rFonts w:ascii="Times New Roman" w:hAnsi="Cambria"/>
                <w:b/>
                <w:color w:val="3A3A3A"/>
              </w:rPr>
              <w:t xml:space="preserve">/Ente </w:t>
            </w:r>
            <w:proofErr w:type="spellStart"/>
            <w:proofErr w:type="gramStart"/>
            <w:r w:rsidRPr="00797B4B">
              <w:rPr>
                <w:rFonts w:ascii="Times New Roman" w:hAnsi="Cambria"/>
                <w:b/>
                <w:color w:val="3A3A3A"/>
              </w:rPr>
              <w:t>ospitante</w:t>
            </w:r>
            <w:proofErr w:type="spellEnd"/>
            <w:r w:rsidRPr="00797B4B">
              <w:rPr>
                <w:rFonts w:ascii="Times New Roman" w:hAnsi="Cambria"/>
                <w:b/>
                <w:color w:val="3A3A3A"/>
              </w:rPr>
              <w:t>:</w:t>
            </w:r>
            <w:r w:rsidR="00797B4B">
              <w:rPr>
                <w:rFonts w:ascii="Times New Roman" w:hAnsi="Cambria"/>
                <w:b/>
                <w:color w:val="3A3A3A"/>
              </w:rPr>
              <w:t>_</w:t>
            </w:r>
            <w:proofErr w:type="gramEnd"/>
            <w:r w:rsidR="00797B4B">
              <w:rPr>
                <w:rFonts w:ascii="Times New Roman" w:hAnsi="Cambria"/>
                <w:b/>
                <w:color w:val="3A3A3A"/>
              </w:rPr>
              <w:t>_________________________________________________</w:t>
            </w:r>
          </w:p>
          <w:p w14:paraId="75ED7A3B" w14:textId="77777777" w:rsidR="006414B6" w:rsidRPr="00797B4B" w:rsidRDefault="006414B6" w:rsidP="00846B4C">
            <w:pPr>
              <w:ind w:right="-387"/>
              <w:rPr>
                <w:rFonts w:ascii="Times New Roman" w:hAnsi="Cambria"/>
                <w:b/>
                <w:color w:val="3A3A3A"/>
              </w:rPr>
            </w:pPr>
          </w:p>
          <w:p w14:paraId="32773148" w14:textId="77777777" w:rsidR="006414B6" w:rsidRPr="00797B4B" w:rsidRDefault="006414B6" w:rsidP="00846B4C">
            <w:pPr>
              <w:ind w:right="-387"/>
              <w:rPr>
                <w:rFonts w:ascii="Times New Roman"/>
                <w:b/>
                <w:color w:val="3A3A3A"/>
              </w:rPr>
            </w:pPr>
            <w:proofErr w:type="spellStart"/>
            <w:r w:rsidRPr="00797B4B">
              <w:rPr>
                <w:rFonts w:ascii="Times New Roman" w:hAnsi="Cambria"/>
                <w:b/>
                <w:color w:val="3A3A3A"/>
              </w:rPr>
              <w:t>Tutore</w:t>
            </w:r>
            <w:proofErr w:type="spellEnd"/>
            <w:r w:rsidRPr="00797B4B">
              <w:rPr>
                <w:rFonts w:ascii="Times New Roman" w:hAnsi="Cambria"/>
                <w:b/>
                <w:color w:val="3A3A3A"/>
              </w:rPr>
              <w:t xml:space="preserve"> </w:t>
            </w:r>
            <w:proofErr w:type="spellStart"/>
            <w:proofErr w:type="gramStart"/>
            <w:r w:rsidRPr="00797B4B">
              <w:rPr>
                <w:rFonts w:ascii="Times New Roman" w:hAnsi="Cambria"/>
                <w:b/>
                <w:color w:val="3A3A3A"/>
              </w:rPr>
              <w:t>aziendale</w:t>
            </w:r>
            <w:proofErr w:type="spellEnd"/>
            <w:r w:rsidRPr="00797B4B">
              <w:rPr>
                <w:rFonts w:ascii="Times New Roman" w:hAnsi="Cambria"/>
                <w:b/>
                <w:color w:val="3A3A3A"/>
              </w:rPr>
              <w:t>(</w:t>
            </w:r>
            <w:proofErr w:type="spellStart"/>
            <w:proofErr w:type="gramEnd"/>
            <w:r w:rsidRPr="00797B4B">
              <w:rPr>
                <w:rFonts w:ascii="Times New Roman" w:hAnsi="Cambria"/>
                <w:b/>
                <w:color w:val="3A3A3A"/>
              </w:rPr>
              <w:t>cognome</w:t>
            </w:r>
            <w:proofErr w:type="spellEnd"/>
            <w:r w:rsidRPr="00797B4B">
              <w:rPr>
                <w:rFonts w:ascii="Times New Roman" w:hAnsi="Cambria"/>
                <w:b/>
                <w:color w:val="3A3A3A"/>
              </w:rPr>
              <w:t xml:space="preserve"> e </w:t>
            </w:r>
            <w:proofErr w:type="spellStart"/>
            <w:r w:rsidRPr="00797B4B">
              <w:rPr>
                <w:rFonts w:ascii="Times New Roman" w:hAnsi="Cambria"/>
                <w:b/>
                <w:color w:val="3A3A3A"/>
              </w:rPr>
              <w:t>nome</w:t>
            </w:r>
            <w:proofErr w:type="spellEnd"/>
            <w:r w:rsidRPr="00797B4B">
              <w:rPr>
                <w:rFonts w:ascii="Times New Roman" w:hAnsi="Cambria"/>
                <w:b/>
                <w:color w:val="3A3A3A"/>
              </w:rPr>
              <w:t>):</w:t>
            </w:r>
            <w:r w:rsidR="00797B4B">
              <w:rPr>
                <w:rFonts w:ascii="Times New Roman" w:hAnsi="Cambria"/>
                <w:b/>
                <w:color w:val="3A3A3A"/>
              </w:rPr>
              <w:t>________________________________________</w:t>
            </w:r>
          </w:p>
          <w:p w14:paraId="21AA56C6" w14:textId="77777777" w:rsidR="006414B6" w:rsidRPr="00797B4B" w:rsidRDefault="006414B6" w:rsidP="00846B4C">
            <w:pPr>
              <w:ind w:right="-387"/>
              <w:rPr>
                <w:rFonts w:ascii="Times New Roman" w:hAnsi="Cambria"/>
                <w:b/>
                <w:color w:val="3A3A3A"/>
              </w:rPr>
            </w:pPr>
          </w:p>
          <w:p w14:paraId="1ECFA593" w14:textId="77777777" w:rsidR="006414B6" w:rsidRPr="00797B4B" w:rsidRDefault="006414B6" w:rsidP="00846B4C">
            <w:pPr>
              <w:ind w:right="-387"/>
              <w:rPr>
                <w:rFonts w:ascii="Times New Roman"/>
                <w:b/>
                <w:color w:val="3A3A3A"/>
              </w:rPr>
            </w:pPr>
            <w:proofErr w:type="spellStart"/>
            <w:r w:rsidRPr="00797B4B">
              <w:rPr>
                <w:rFonts w:ascii="Times New Roman" w:hAnsi="Cambria"/>
                <w:b/>
                <w:color w:val="3A3A3A"/>
              </w:rPr>
              <w:t>Posizione</w:t>
            </w:r>
            <w:proofErr w:type="spellEnd"/>
            <w:r w:rsidRPr="00797B4B">
              <w:rPr>
                <w:rFonts w:ascii="Times New Roman" w:hAnsi="Cambria"/>
                <w:b/>
                <w:color w:val="3A3A3A"/>
              </w:rPr>
              <w:t xml:space="preserve"> </w:t>
            </w:r>
            <w:proofErr w:type="spellStart"/>
            <w:proofErr w:type="gramStart"/>
            <w:r w:rsidRPr="00797B4B">
              <w:rPr>
                <w:rFonts w:ascii="Times New Roman" w:hAnsi="Cambria"/>
                <w:b/>
                <w:color w:val="3A3A3A"/>
              </w:rPr>
              <w:t>nell</w:t>
            </w:r>
            <w:r w:rsidRPr="00797B4B">
              <w:rPr>
                <w:rFonts w:ascii="Times New Roman" w:hAnsi="Cambria"/>
                <w:b/>
                <w:color w:val="3A3A3A"/>
              </w:rPr>
              <w:t>’</w:t>
            </w:r>
            <w:r w:rsidRPr="00797B4B">
              <w:rPr>
                <w:rFonts w:ascii="Times New Roman" w:hAnsi="Cambria"/>
                <w:b/>
                <w:color w:val="3A3A3A"/>
              </w:rPr>
              <w:t>azienda</w:t>
            </w:r>
            <w:proofErr w:type="spellEnd"/>
            <w:r w:rsidRPr="00797B4B">
              <w:rPr>
                <w:rFonts w:ascii="Times New Roman" w:hAnsi="Cambria"/>
                <w:b/>
                <w:color w:val="3A3A3A"/>
              </w:rPr>
              <w:t>:</w:t>
            </w:r>
            <w:r w:rsidR="00797B4B">
              <w:rPr>
                <w:rFonts w:ascii="Times New Roman" w:hAnsi="Cambria"/>
                <w:b/>
                <w:color w:val="3A3A3A"/>
              </w:rPr>
              <w:t>_</w:t>
            </w:r>
            <w:proofErr w:type="gramEnd"/>
            <w:r w:rsidR="00797B4B">
              <w:rPr>
                <w:rFonts w:ascii="Times New Roman" w:hAnsi="Cambria"/>
                <w:b/>
                <w:color w:val="3A3A3A"/>
              </w:rPr>
              <w:t>__________________________________________________</w:t>
            </w:r>
          </w:p>
          <w:p w14:paraId="1F0FC25C" w14:textId="77777777" w:rsidR="006414B6" w:rsidRPr="00797B4B" w:rsidRDefault="006414B6" w:rsidP="00846B4C">
            <w:pPr>
              <w:ind w:right="-387"/>
              <w:rPr>
                <w:rFonts w:ascii="Times New Roman" w:hAnsi="Cambria"/>
                <w:b/>
                <w:color w:val="3A3A3A"/>
              </w:rPr>
            </w:pPr>
          </w:p>
          <w:p w14:paraId="3AA0019D" w14:textId="77777777" w:rsidR="006414B6" w:rsidRPr="00797B4B" w:rsidRDefault="006414B6" w:rsidP="00846B4C">
            <w:pPr>
              <w:ind w:right="-387"/>
              <w:rPr>
                <w:rFonts w:ascii="Times New Roman"/>
                <w:b/>
                <w:color w:val="3A3A3A"/>
              </w:rPr>
            </w:pPr>
            <w:proofErr w:type="spellStart"/>
            <w:r w:rsidRPr="00797B4B">
              <w:rPr>
                <w:rFonts w:ascii="Times New Roman" w:hAnsi="Cambria"/>
                <w:b/>
                <w:color w:val="3A3A3A"/>
              </w:rPr>
              <w:t>Ti</w:t>
            </w:r>
            <w:r w:rsidRPr="00797B4B">
              <w:rPr>
                <w:rFonts w:ascii="Times New Roman"/>
                <w:b/>
                <w:color w:val="3A3A3A"/>
              </w:rPr>
              <w:t>pologia</w:t>
            </w:r>
            <w:proofErr w:type="spellEnd"/>
            <w:r w:rsidRPr="00797B4B">
              <w:rPr>
                <w:rFonts w:ascii="Times New Roman"/>
                <w:b/>
                <w:color w:val="3A3A3A"/>
              </w:rPr>
              <w:t xml:space="preserve"> di </w:t>
            </w:r>
            <w:proofErr w:type="spellStart"/>
            <w:r w:rsidRPr="00797B4B">
              <w:rPr>
                <w:rFonts w:ascii="Times New Roman"/>
                <w:b/>
                <w:color w:val="3A3A3A"/>
              </w:rPr>
              <w:t>azienda</w:t>
            </w:r>
            <w:proofErr w:type="spellEnd"/>
            <w:r w:rsidRPr="00797B4B">
              <w:rPr>
                <w:rFonts w:ascii="Times New Roman"/>
                <w:b/>
                <w:color w:val="3A3A3A"/>
              </w:rPr>
              <w:t xml:space="preserve">:  </w:t>
            </w:r>
            <w:proofErr w:type="spellStart"/>
            <w:r w:rsidRPr="00797B4B">
              <w:rPr>
                <w:rFonts w:ascii="Times New Roman"/>
                <w:b/>
                <w:color w:val="3A3A3A"/>
              </w:rPr>
              <w:t>Privata</w:t>
            </w:r>
            <w:proofErr w:type="spellEnd"/>
            <w:r w:rsidRPr="00797B4B">
              <w:rPr>
                <w:rFonts w:ascii="Times New Roman"/>
                <w:b/>
                <w:color w:val="3A3A3A"/>
              </w:rPr>
              <w:t xml:space="preserve">   </w:t>
            </w:r>
            <w:r w:rsidRPr="00797B4B">
              <w:rPr>
                <w:rFonts w:ascii="Times New Roman"/>
                <w:b/>
                <w:noProof/>
                <w:color w:val="3A3A3A"/>
                <w:lang w:eastAsia="it-IT"/>
              </w:rPr>
              <mc:AlternateContent>
                <mc:Choice Requires="wps">
                  <w:drawing>
                    <wp:inline distT="0" distB="0" distL="0" distR="0" wp14:anchorId="1B821791" wp14:editId="68CECACC">
                      <wp:extent cx="147600" cy="147600"/>
                      <wp:effectExtent l="0" t="0" r="24130" b="24130"/>
                      <wp:docPr id="12" name="Rettangolo 12"/>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F101A7" id="Rettangolo 12"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Pr="00797B4B">
              <w:rPr>
                <w:rFonts w:ascii="Times New Roman"/>
                <w:b/>
                <w:color w:val="3A3A3A"/>
              </w:rPr>
              <w:t xml:space="preserve">                </w:t>
            </w:r>
            <w:proofErr w:type="spellStart"/>
            <w:r w:rsidRPr="00797B4B">
              <w:rPr>
                <w:rFonts w:ascii="Times New Roman"/>
                <w:b/>
                <w:color w:val="3A3A3A"/>
              </w:rPr>
              <w:t>Pubblica</w:t>
            </w:r>
            <w:proofErr w:type="spellEnd"/>
            <w:r w:rsidRPr="00797B4B">
              <w:rPr>
                <w:rFonts w:ascii="Times New Roman"/>
                <w:b/>
                <w:color w:val="3A3A3A"/>
              </w:rPr>
              <w:t xml:space="preserve">  </w:t>
            </w:r>
            <w:r w:rsidRPr="00797B4B">
              <w:rPr>
                <w:rFonts w:ascii="Times New Roman"/>
                <w:b/>
                <w:noProof/>
                <w:color w:val="3A3A3A"/>
                <w:lang w:eastAsia="it-IT"/>
              </w:rPr>
              <mc:AlternateContent>
                <mc:Choice Requires="wps">
                  <w:drawing>
                    <wp:inline distT="0" distB="0" distL="0" distR="0" wp14:anchorId="6046EBFE" wp14:editId="1BD86118">
                      <wp:extent cx="147600" cy="147600"/>
                      <wp:effectExtent l="0" t="0" r="24130" b="24130"/>
                      <wp:docPr id="8" name="Rettangolo 8"/>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A5B2F76" id="Rettangolo 8"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p>
          <w:p w14:paraId="276AB4BC" w14:textId="77777777" w:rsidR="006414B6" w:rsidRPr="00797B4B" w:rsidRDefault="006414B6" w:rsidP="00846B4C">
            <w:pPr>
              <w:ind w:right="-387"/>
              <w:rPr>
                <w:rFonts w:ascii="Times New Roman" w:hAnsi="Cambria"/>
                <w:b/>
                <w:color w:val="3A3A3A"/>
              </w:rPr>
            </w:pPr>
          </w:p>
          <w:p w14:paraId="43A45BD3" w14:textId="77777777" w:rsidR="006414B6" w:rsidRPr="00797B4B" w:rsidRDefault="006414B6" w:rsidP="00846B4C">
            <w:pPr>
              <w:ind w:right="-387"/>
              <w:rPr>
                <w:rFonts w:ascii="Times New Roman"/>
                <w:b/>
                <w:color w:val="3A3A3A"/>
              </w:rPr>
            </w:pPr>
            <w:r w:rsidRPr="00797B4B">
              <w:rPr>
                <w:rFonts w:ascii="Times New Roman" w:hAnsi="Cambria"/>
                <w:b/>
                <w:color w:val="3A3A3A"/>
              </w:rPr>
              <w:t xml:space="preserve">Tutor </w:t>
            </w:r>
            <w:proofErr w:type="spellStart"/>
            <w:proofErr w:type="gramStart"/>
            <w:r w:rsidRPr="00797B4B">
              <w:rPr>
                <w:rFonts w:ascii="Times New Roman" w:hAnsi="Cambria"/>
                <w:b/>
                <w:color w:val="3A3A3A"/>
              </w:rPr>
              <w:t>universitario</w:t>
            </w:r>
            <w:proofErr w:type="spellEnd"/>
            <w:r w:rsidRPr="00797B4B">
              <w:rPr>
                <w:rFonts w:ascii="Times New Roman" w:hAnsi="Cambria"/>
                <w:b/>
                <w:color w:val="3A3A3A"/>
              </w:rPr>
              <w:t>(</w:t>
            </w:r>
            <w:proofErr w:type="spellStart"/>
            <w:proofErr w:type="gramEnd"/>
            <w:r w:rsidRPr="00797B4B">
              <w:rPr>
                <w:rFonts w:ascii="Times New Roman" w:hAnsi="Cambria"/>
                <w:b/>
                <w:color w:val="3A3A3A"/>
              </w:rPr>
              <w:t>cognome</w:t>
            </w:r>
            <w:proofErr w:type="spellEnd"/>
            <w:r w:rsidRPr="00797B4B">
              <w:rPr>
                <w:rFonts w:ascii="Times New Roman" w:hAnsi="Cambria"/>
                <w:b/>
                <w:color w:val="3A3A3A"/>
              </w:rPr>
              <w:t xml:space="preserve"> e </w:t>
            </w:r>
            <w:proofErr w:type="spellStart"/>
            <w:r w:rsidRPr="00797B4B">
              <w:rPr>
                <w:rFonts w:ascii="Times New Roman" w:hAnsi="Cambria"/>
                <w:b/>
                <w:color w:val="3A3A3A"/>
              </w:rPr>
              <w:t>nome</w:t>
            </w:r>
            <w:proofErr w:type="spellEnd"/>
            <w:r w:rsidRPr="00797B4B">
              <w:rPr>
                <w:rFonts w:ascii="Times New Roman" w:hAnsi="Cambria"/>
                <w:b/>
                <w:color w:val="3A3A3A"/>
              </w:rPr>
              <w:t>):</w:t>
            </w:r>
            <w:r w:rsidR="00797B4B">
              <w:rPr>
                <w:rFonts w:ascii="Times New Roman" w:hAnsi="Cambria"/>
                <w:b/>
                <w:color w:val="3A3A3A"/>
              </w:rPr>
              <w:t>______________________________________</w:t>
            </w:r>
          </w:p>
          <w:p w14:paraId="13638B17" w14:textId="77777777" w:rsidR="006414B6" w:rsidRPr="00797B4B" w:rsidRDefault="006414B6" w:rsidP="00846B4C">
            <w:pPr>
              <w:ind w:right="-387"/>
              <w:rPr>
                <w:rFonts w:ascii="Times New Roman" w:hAnsi="Cambria"/>
                <w:b/>
                <w:color w:val="3A3A3A"/>
              </w:rPr>
            </w:pPr>
          </w:p>
          <w:p w14:paraId="6CDBB83C" w14:textId="77777777" w:rsidR="006414B6" w:rsidRPr="00797B4B" w:rsidRDefault="006414B6" w:rsidP="00846B4C">
            <w:pPr>
              <w:ind w:right="-387"/>
              <w:rPr>
                <w:rFonts w:ascii="Times New Roman"/>
                <w:b/>
                <w:color w:val="3A3A3A"/>
              </w:rPr>
            </w:pPr>
            <w:proofErr w:type="spellStart"/>
            <w:proofErr w:type="gramStart"/>
            <w:r w:rsidRPr="00797B4B">
              <w:rPr>
                <w:rFonts w:ascii="Times New Roman" w:hAnsi="Cambria"/>
                <w:b/>
                <w:color w:val="3A3A3A"/>
              </w:rPr>
              <w:t>Tirocinante</w:t>
            </w:r>
            <w:proofErr w:type="spellEnd"/>
            <w:r w:rsidRPr="00797B4B">
              <w:rPr>
                <w:rFonts w:ascii="Times New Roman" w:hAnsi="Cambria"/>
                <w:b/>
                <w:color w:val="3A3A3A"/>
              </w:rPr>
              <w:t>(</w:t>
            </w:r>
            <w:proofErr w:type="spellStart"/>
            <w:proofErr w:type="gramEnd"/>
            <w:r w:rsidRPr="00797B4B">
              <w:rPr>
                <w:rFonts w:ascii="Times New Roman" w:hAnsi="Cambria"/>
                <w:b/>
                <w:color w:val="3A3A3A"/>
              </w:rPr>
              <w:t>cognome</w:t>
            </w:r>
            <w:proofErr w:type="spellEnd"/>
            <w:r w:rsidRPr="00797B4B">
              <w:rPr>
                <w:rFonts w:ascii="Times New Roman" w:hAnsi="Cambria"/>
                <w:b/>
                <w:color w:val="3A3A3A"/>
              </w:rPr>
              <w:t xml:space="preserve"> e </w:t>
            </w:r>
            <w:proofErr w:type="spellStart"/>
            <w:r w:rsidRPr="00797B4B">
              <w:rPr>
                <w:rFonts w:ascii="Times New Roman" w:hAnsi="Cambria"/>
                <w:b/>
                <w:color w:val="3A3A3A"/>
              </w:rPr>
              <w:t>nome</w:t>
            </w:r>
            <w:proofErr w:type="spellEnd"/>
            <w:r w:rsidRPr="00797B4B">
              <w:rPr>
                <w:rFonts w:ascii="Times New Roman" w:hAnsi="Cambria"/>
                <w:b/>
                <w:color w:val="3A3A3A"/>
              </w:rPr>
              <w:t>):</w:t>
            </w:r>
            <w:r w:rsidR="00797B4B">
              <w:rPr>
                <w:rFonts w:ascii="Times New Roman" w:hAnsi="Cambria"/>
                <w:b/>
                <w:color w:val="3A3A3A"/>
              </w:rPr>
              <w:t>_____________________________________________</w:t>
            </w:r>
          </w:p>
          <w:p w14:paraId="4437CF8E" w14:textId="77777777" w:rsidR="006414B6" w:rsidRPr="00797B4B" w:rsidRDefault="006414B6" w:rsidP="00846B4C">
            <w:pPr>
              <w:ind w:right="-387"/>
              <w:rPr>
                <w:rFonts w:ascii="Times New Roman" w:hAnsi="Cambria"/>
                <w:b/>
                <w:color w:val="3A3A3A"/>
              </w:rPr>
            </w:pPr>
          </w:p>
          <w:p w14:paraId="2C225ADF" w14:textId="77777777" w:rsidR="006414B6" w:rsidRPr="00797B4B" w:rsidRDefault="006414B6" w:rsidP="00846B4C">
            <w:pPr>
              <w:ind w:right="-387"/>
              <w:rPr>
                <w:rFonts w:ascii="Times New Roman"/>
                <w:b/>
                <w:color w:val="3A3A3A"/>
              </w:rPr>
            </w:pPr>
            <w:proofErr w:type="gramStart"/>
            <w:r w:rsidRPr="00797B4B">
              <w:rPr>
                <w:rFonts w:ascii="Times New Roman" w:hAnsi="Cambria"/>
                <w:b/>
                <w:color w:val="3A3A3A"/>
              </w:rPr>
              <w:t>Matricola:</w:t>
            </w:r>
            <w:r w:rsidR="00797B4B">
              <w:rPr>
                <w:rFonts w:ascii="Times New Roman" w:hAnsi="Cambria"/>
                <w:b/>
                <w:color w:val="3A3A3A"/>
              </w:rPr>
              <w:t>_</w:t>
            </w:r>
            <w:proofErr w:type="gramEnd"/>
            <w:r w:rsidR="00797B4B">
              <w:rPr>
                <w:rFonts w:ascii="Times New Roman" w:hAnsi="Cambria"/>
                <w:b/>
                <w:color w:val="3A3A3A"/>
              </w:rPr>
              <w:t>_____________________________________________________________</w:t>
            </w:r>
          </w:p>
          <w:p w14:paraId="3D04E026" w14:textId="77777777" w:rsidR="006414B6" w:rsidRPr="00797B4B" w:rsidRDefault="006414B6" w:rsidP="00846B4C">
            <w:pPr>
              <w:ind w:right="-387"/>
              <w:rPr>
                <w:rFonts w:ascii="Times New Roman" w:hAnsi="Cambria"/>
                <w:b/>
                <w:color w:val="3A3A3A"/>
              </w:rPr>
            </w:pPr>
          </w:p>
          <w:p w14:paraId="7F17E20D" w14:textId="77777777" w:rsidR="006414B6" w:rsidRPr="00797B4B" w:rsidRDefault="006414B6" w:rsidP="00846B4C">
            <w:pPr>
              <w:ind w:right="-387"/>
              <w:rPr>
                <w:rFonts w:ascii="Times New Roman"/>
                <w:b/>
                <w:color w:val="3A3A3A"/>
              </w:rPr>
            </w:pPr>
            <w:r w:rsidRPr="00797B4B">
              <w:rPr>
                <w:rFonts w:ascii="Times New Roman" w:hAnsi="Cambria"/>
                <w:b/>
                <w:color w:val="3A3A3A"/>
              </w:rPr>
              <w:t xml:space="preserve">Corso di </w:t>
            </w:r>
            <w:proofErr w:type="gramStart"/>
            <w:r w:rsidRPr="00797B4B">
              <w:rPr>
                <w:rFonts w:ascii="Times New Roman" w:hAnsi="Cambria"/>
                <w:b/>
                <w:color w:val="3A3A3A"/>
              </w:rPr>
              <w:t>Laurea:</w:t>
            </w:r>
            <w:r w:rsidR="00797B4B">
              <w:rPr>
                <w:rFonts w:ascii="Times New Roman" w:hAnsi="Cambria"/>
                <w:b/>
                <w:color w:val="3A3A3A"/>
              </w:rPr>
              <w:t>_</w:t>
            </w:r>
            <w:proofErr w:type="gramEnd"/>
            <w:r w:rsidR="00797B4B">
              <w:rPr>
                <w:rFonts w:ascii="Times New Roman" w:hAnsi="Cambria"/>
                <w:b/>
                <w:color w:val="3A3A3A"/>
              </w:rPr>
              <w:t>_______________________________________________________</w:t>
            </w:r>
          </w:p>
          <w:p w14:paraId="5247FB2B" w14:textId="77777777" w:rsidR="006414B6" w:rsidRPr="00797B4B" w:rsidRDefault="006414B6" w:rsidP="00846B4C">
            <w:pPr>
              <w:ind w:right="-387"/>
              <w:rPr>
                <w:rFonts w:ascii="Times New Roman" w:hAnsi="Cambria"/>
                <w:b/>
                <w:color w:val="3A3A3A"/>
              </w:rPr>
            </w:pPr>
          </w:p>
          <w:p w14:paraId="2E7B7092" w14:textId="77777777" w:rsidR="006414B6" w:rsidRDefault="006414B6" w:rsidP="00846B4C">
            <w:pPr>
              <w:ind w:right="-387"/>
              <w:rPr>
                <w:rFonts w:ascii="Times New Roman" w:hAnsi="Cambria"/>
                <w:color w:val="3A3A3A"/>
              </w:rPr>
            </w:pPr>
            <w:proofErr w:type="spellStart"/>
            <w:r w:rsidRPr="00797B4B">
              <w:rPr>
                <w:rFonts w:ascii="Times New Roman" w:hAnsi="Cambria"/>
                <w:b/>
                <w:color w:val="3A3A3A"/>
              </w:rPr>
              <w:t>Tirocinio</w:t>
            </w:r>
            <w:proofErr w:type="spellEnd"/>
            <w:r w:rsidRPr="00797B4B">
              <w:rPr>
                <w:rFonts w:ascii="Times New Roman" w:hAnsi="Cambria"/>
                <w:b/>
                <w:color w:val="3A3A3A"/>
              </w:rPr>
              <w:t xml:space="preserve"> </w:t>
            </w:r>
            <w:proofErr w:type="spellStart"/>
            <w:r w:rsidRPr="00797B4B">
              <w:rPr>
                <w:rFonts w:ascii="Times New Roman" w:hAnsi="Cambria"/>
                <w:b/>
                <w:color w:val="3A3A3A"/>
              </w:rPr>
              <w:t>effettuato</w:t>
            </w:r>
            <w:proofErr w:type="spellEnd"/>
            <w:r w:rsidRPr="00797B4B">
              <w:rPr>
                <w:rFonts w:ascii="Times New Roman" w:hAnsi="Cambria"/>
                <w:b/>
                <w:color w:val="3A3A3A"/>
              </w:rPr>
              <w:t xml:space="preserve"> dal __/__/____ al __/__/____</w:t>
            </w:r>
          </w:p>
          <w:p w14:paraId="509A639C" w14:textId="77777777" w:rsidR="006414B6" w:rsidRDefault="006414B6" w:rsidP="00846B4C">
            <w:pPr>
              <w:ind w:right="-387"/>
              <w:rPr>
                <w:rFonts w:ascii="Arial" w:hAnsi="Arial"/>
                <w:color w:val="6E6E6E"/>
                <w:w w:val="90"/>
                <w:sz w:val="20"/>
              </w:rPr>
            </w:pPr>
          </w:p>
        </w:tc>
      </w:tr>
    </w:tbl>
    <w:p w14:paraId="7A2B7523" w14:textId="77777777" w:rsidR="006414B6" w:rsidRDefault="006414B6" w:rsidP="006414B6"/>
    <w:p w14:paraId="7039B653" w14:textId="77777777" w:rsidR="0011202F" w:rsidRDefault="0011202F" w:rsidP="006414B6"/>
    <w:p w14:paraId="71147CAB" w14:textId="77777777" w:rsidR="006414B6" w:rsidRPr="001617F8" w:rsidRDefault="006414B6" w:rsidP="006414B6">
      <w:pPr>
        <w:ind w:left="426" w:hanging="284"/>
        <w:rPr>
          <w:b/>
        </w:rPr>
      </w:pPr>
      <w:r w:rsidRPr="001617F8">
        <w:rPr>
          <w:b/>
        </w:rPr>
        <w:t>1.  Durante lo svolgimento dello stage/tirocinio l’interazione con il tutor universitario è stata proficua?</w:t>
      </w:r>
    </w:p>
    <w:tbl>
      <w:tblPr>
        <w:tblStyle w:val="Grigliatabella"/>
        <w:tblW w:w="0" w:type="auto"/>
        <w:tblInd w:w="426" w:type="dxa"/>
        <w:tblLook w:val="04A0" w:firstRow="1" w:lastRow="0" w:firstColumn="1" w:lastColumn="0" w:noHBand="0" w:noVBand="1"/>
      </w:tblPr>
      <w:tblGrid>
        <w:gridCol w:w="2318"/>
        <w:gridCol w:w="2283"/>
        <w:gridCol w:w="2283"/>
        <w:gridCol w:w="2318"/>
      </w:tblGrid>
      <w:tr w:rsidR="006414B6" w:rsidRPr="001617F8" w14:paraId="4E700CE7" w14:textId="77777777" w:rsidTr="005C1304">
        <w:tc>
          <w:tcPr>
            <w:tcW w:w="2357" w:type="dxa"/>
            <w:tcBorders>
              <w:bottom w:val="single" w:sz="4" w:space="0" w:color="auto"/>
            </w:tcBorders>
          </w:tcPr>
          <w:p w14:paraId="39FFA954" w14:textId="77777777" w:rsidR="006414B6" w:rsidRPr="001617F8" w:rsidRDefault="006414B6" w:rsidP="005C1304">
            <w:pPr>
              <w:jc w:val="center"/>
              <w:rPr>
                <w:b/>
              </w:rPr>
            </w:pPr>
            <w:r w:rsidRPr="001617F8">
              <w:rPr>
                <w:b/>
              </w:rPr>
              <w:t>1</w:t>
            </w:r>
          </w:p>
        </w:tc>
        <w:tc>
          <w:tcPr>
            <w:tcW w:w="2357" w:type="dxa"/>
            <w:tcBorders>
              <w:bottom w:val="single" w:sz="4" w:space="0" w:color="auto"/>
            </w:tcBorders>
          </w:tcPr>
          <w:p w14:paraId="200FC313" w14:textId="77777777" w:rsidR="006414B6" w:rsidRPr="001617F8" w:rsidRDefault="006414B6" w:rsidP="005C1304">
            <w:pPr>
              <w:jc w:val="center"/>
              <w:rPr>
                <w:b/>
              </w:rPr>
            </w:pPr>
            <w:r w:rsidRPr="001617F8">
              <w:rPr>
                <w:b/>
              </w:rPr>
              <w:t>2</w:t>
            </w:r>
          </w:p>
        </w:tc>
        <w:tc>
          <w:tcPr>
            <w:tcW w:w="2357" w:type="dxa"/>
            <w:tcBorders>
              <w:bottom w:val="single" w:sz="4" w:space="0" w:color="auto"/>
            </w:tcBorders>
          </w:tcPr>
          <w:p w14:paraId="17BB754A" w14:textId="77777777" w:rsidR="006414B6" w:rsidRPr="001617F8" w:rsidRDefault="006414B6" w:rsidP="005C1304">
            <w:pPr>
              <w:jc w:val="center"/>
              <w:rPr>
                <w:b/>
              </w:rPr>
            </w:pPr>
            <w:r w:rsidRPr="001617F8">
              <w:rPr>
                <w:b/>
              </w:rPr>
              <w:t>3</w:t>
            </w:r>
          </w:p>
        </w:tc>
        <w:tc>
          <w:tcPr>
            <w:tcW w:w="2357" w:type="dxa"/>
            <w:tcBorders>
              <w:bottom w:val="single" w:sz="4" w:space="0" w:color="auto"/>
            </w:tcBorders>
          </w:tcPr>
          <w:p w14:paraId="0D8F5301" w14:textId="77777777" w:rsidR="006414B6" w:rsidRPr="001617F8" w:rsidRDefault="006414B6" w:rsidP="005C1304">
            <w:pPr>
              <w:jc w:val="center"/>
              <w:rPr>
                <w:b/>
              </w:rPr>
            </w:pPr>
            <w:r w:rsidRPr="001617F8">
              <w:rPr>
                <w:b/>
              </w:rPr>
              <w:t>4</w:t>
            </w:r>
          </w:p>
        </w:tc>
      </w:tr>
      <w:tr w:rsidR="006414B6" w:rsidRPr="001617F8" w14:paraId="6D1CB3FB" w14:textId="77777777" w:rsidTr="005C1304">
        <w:tc>
          <w:tcPr>
            <w:tcW w:w="2357" w:type="dxa"/>
            <w:tcBorders>
              <w:left w:val="nil"/>
              <w:bottom w:val="nil"/>
              <w:right w:val="nil"/>
            </w:tcBorders>
          </w:tcPr>
          <w:p w14:paraId="3BABD4F5" w14:textId="77777777" w:rsidR="006414B6" w:rsidRPr="001617F8" w:rsidRDefault="006414B6" w:rsidP="005C1304">
            <w:pPr>
              <w:jc w:val="center"/>
              <w:rPr>
                <w:b/>
              </w:rPr>
            </w:pPr>
            <w:proofErr w:type="spellStart"/>
            <w:r w:rsidRPr="001617F8">
              <w:rPr>
                <w:b/>
              </w:rPr>
              <w:t>Decisamente</w:t>
            </w:r>
            <w:proofErr w:type="spellEnd"/>
            <w:r w:rsidRPr="001617F8">
              <w:rPr>
                <w:b/>
              </w:rPr>
              <w:t xml:space="preserve"> no</w:t>
            </w:r>
          </w:p>
        </w:tc>
        <w:tc>
          <w:tcPr>
            <w:tcW w:w="2357" w:type="dxa"/>
            <w:tcBorders>
              <w:left w:val="nil"/>
              <w:bottom w:val="nil"/>
              <w:right w:val="nil"/>
            </w:tcBorders>
          </w:tcPr>
          <w:p w14:paraId="4A158914" w14:textId="77777777" w:rsidR="006414B6" w:rsidRPr="001617F8" w:rsidRDefault="006414B6" w:rsidP="005C1304">
            <w:pPr>
              <w:jc w:val="center"/>
              <w:rPr>
                <w:b/>
              </w:rPr>
            </w:pPr>
            <w:proofErr w:type="spellStart"/>
            <w:r w:rsidRPr="001617F8">
              <w:rPr>
                <w:b/>
              </w:rPr>
              <w:t>Più</w:t>
            </w:r>
            <w:proofErr w:type="spellEnd"/>
            <w:r w:rsidRPr="001617F8">
              <w:rPr>
                <w:b/>
              </w:rPr>
              <w:t xml:space="preserve"> no </w:t>
            </w:r>
            <w:proofErr w:type="spellStart"/>
            <w:r w:rsidRPr="001617F8">
              <w:rPr>
                <w:b/>
              </w:rPr>
              <w:t>che</w:t>
            </w:r>
            <w:proofErr w:type="spellEnd"/>
            <w:r w:rsidRPr="001617F8">
              <w:rPr>
                <w:b/>
              </w:rPr>
              <w:t xml:space="preserve"> </w:t>
            </w:r>
            <w:proofErr w:type="spellStart"/>
            <w:r w:rsidRPr="001617F8">
              <w:rPr>
                <w:b/>
              </w:rPr>
              <w:t>sì</w:t>
            </w:r>
            <w:proofErr w:type="spellEnd"/>
          </w:p>
        </w:tc>
        <w:tc>
          <w:tcPr>
            <w:tcW w:w="2357" w:type="dxa"/>
            <w:tcBorders>
              <w:left w:val="nil"/>
              <w:bottom w:val="nil"/>
              <w:right w:val="nil"/>
            </w:tcBorders>
          </w:tcPr>
          <w:p w14:paraId="3738A872" w14:textId="77777777" w:rsidR="006414B6" w:rsidRPr="001617F8" w:rsidRDefault="006414B6" w:rsidP="005C1304">
            <w:pPr>
              <w:jc w:val="center"/>
              <w:rPr>
                <w:b/>
              </w:rPr>
            </w:pPr>
            <w:proofErr w:type="spellStart"/>
            <w:r w:rsidRPr="001617F8">
              <w:rPr>
                <w:b/>
              </w:rPr>
              <w:t>Più</w:t>
            </w:r>
            <w:proofErr w:type="spellEnd"/>
            <w:r w:rsidRPr="001617F8">
              <w:rPr>
                <w:b/>
              </w:rPr>
              <w:t xml:space="preserve"> </w:t>
            </w:r>
            <w:proofErr w:type="spellStart"/>
            <w:r w:rsidRPr="001617F8">
              <w:rPr>
                <w:b/>
              </w:rPr>
              <w:t>sì</w:t>
            </w:r>
            <w:proofErr w:type="spellEnd"/>
            <w:r w:rsidRPr="001617F8">
              <w:rPr>
                <w:b/>
              </w:rPr>
              <w:t xml:space="preserve"> </w:t>
            </w:r>
            <w:proofErr w:type="spellStart"/>
            <w:r w:rsidRPr="001617F8">
              <w:rPr>
                <w:b/>
              </w:rPr>
              <w:t>che</w:t>
            </w:r>
            <w:proofErr w:type="spellEnd"/>
            <w:r w:rsidRPr="001617F8">
              <w:rPr>
                <w:b/>
              </w:rPr>
              <w:t xml:space="preserve"> no</w:t>
            </w:r>
          </w:p>
        </w:tc>
        <w:tc>
          <w:tcPr>
            <w:tcW w:w="2357" w:type="dxa"/>
            <w:tcBorders>
              <w:left w:val="nil"/>
              <w:bottom w:val="nil"/>
              <w:right w:val="nil"/>
            </w:tcBorders>
          </w:tcPr>
          <w:p w14:paraId="13A2F1A3" w14:textId="04FB2CEC" w:rsidR="006414B6" w:rsidRPr="001617F8" w:rsidRDefault="006414B6" w:rsidP="005C1304">
            <w:pPr>
              <w:jc w:val="center"/>
              <w:rPr>
                <w:b/>
              </w:rPr>
            </w:pPr>
            <w:proofErr w:type="spellStart"/>
            <w:r w:rsidRPr="001617F8">
              <w:rPr>
                <w:b/>
              </w:rPr>
              <w:t>De</w:t>
            </w:r>
            <w:r w:rsidR="00EC4F71">
              <w:rPr>
                <w:b/>
              </w:rPr>
              <w:t>cis</w:t>
            </w:r>
            <w:r w:rsidRPr="001617F8">
              <w:rPr>
                <w:b/>
              </w:rPr>
              <w:t>amente</w:t>
            </w:r>
            <w:proofErr w:type="spellEnd"/>
            <w:r w:rsidRPr="001617F8">
              <w:rPr>
                <w:b/>
              </w:rPr>
              <w:t xml:space="preserve"> </w:t>
            </w:r>
            <w:proofErr w:type="spellStart"/>
            <w:r w:rsidRPr="001617F8">
              <w:rPr>
                <w:b/>
              </w:rPr>
              <w:t>sì</w:t>
            </w:r>
            <w:proofErr w:type="spellEnd"/>
          </w:p>
        </w:tc>
      </w:tr>
    </w:tbl>
    <w:p w14:paraId="0131A61D" w14:textId="77777777" w:rsidR="006414B6" w:rsidRPr="001617F8" w:rsidRDefault="006414B6" w:rsidP="006414B6">
      <w:pPr>
        <w:ind w:left="426" w:hanging="284"/>
        <w:rPr>
          <w:b/>
        </w:rPr>
      </w:pPr>
    </w:p>
    <w:p w14:paraId="68BE58CF" w14:textId="1A4BDC86" w:rsidR="006414B6" w:rsidRPr="001617F8" w:rsidRDefault="006414B6" w:rsidP="006414B6">
      <w:pPr>
        <w:ind w:left="426" w:hanging="284"/>
        <w:rPr>
          <w:b/>
        </w:rPr>
      </w:pPr>
      <w:r w:rsidRPr="001617F8">
        <w:rPr>
          <w:b/>
        </w:rPr>
        <w:t xml:space="preserve">2.  Ritiene che </w:t>
      </w:r>
      <w:r w:rsidR="00EC4F71" w:rsidRPr="001617F8">
        <w:rPr>
          <w:b/>
        </w:rPr>
        <w:t>siano stati raggiunti</w:t>
      </w:r>
      <w:r w:rsidRPr="001617F8">
        <w:rPr>
          <w:b/>
        </w:rPr>
        <w:t xml:space="preserve"> gli obiettivi del progetto formativo?</w:t>
      </w:r>
    </w:p>
    <w:tbl>
      <w:tblPr>
        <w:tblStyle w:val="Grigliatabella"/>
        <w:tblW w:w="0" w:type="auto"/>
        <w:tblInd w:w="426" w:type="dxa"/>
        <w:tblLook w:val="04A0" w:firstRow="1" w:lastRow="0" w:firstColumn="1" w:lastColumn="0" w:noHBand="0" w:noVBand="1"/>
      </w:tblPr>
      <w:tblGrid>
        <w:gridCol w:w="2318"/>
        <w:gridCol w:w="2283"/>
        <w:gridCol w:w="2283"/>
        <w:gridCol w:w="2318"/>
      </w:tblGrid>
      <w:tr w:rsidR="005C1304" w:rsidRPr="001617F8" w14:paraId="02F41E2D" w14:textId="77777777" w:rsidTr="00846B4C">
        <w:tc>
          <w:tcPr>
            <w:tcW w:w="2357" w:type="dxa"/>
            <w:tcBorders>
              <w:bottom w:val="single" w:sz="4" w:space="0" w:color="auto"/>
            </w:tcBorders>
          </w:tcPr>
          <w:p w14:paraId="6961F8D4" w14:textId="77777777" w:rsidR="005C1304" w:rsidRPr="001617F8" w:rsidRDefault="005C1304" w:rsidP="00846B4C">
            <w:pPr>
              <w:jc w:val="center"/>
              <w:rPr>
                <w:b/>
              </w:rPr>
            </w:pPr>
            <w:r w:rsidRPr="001617F8">
              <w:rPr>
                <w:b/>
              </w:rPr>
              <w:t>1</w:t>
            </w:r>
          </w:p>
        </w:tc>
        <w:tc>
          <w:tcPr>
            <w:tcW w:w="2357" w:type="dxa"/>
            <w:tcBorders>
              <w:bottom w:val="single" w:sz="4" w:space="0" w:color="auto"/>
            </w:tcBorders>
          </w:tcPr>
          <w:p w14:paraId="6E93DD71" w14:textId="77777777" w:rsidR="005C1304" w:rsidRPr="001617F8" w:rsidRDefault="005C1304" w:rsidP="00846B4C">
            <w:pPr>
              <w:jc w:val="center"/>
              <w:rPr>
                <w:b/>
              </w:rPr>
            </w:pPr>
            <w:r w:rsidRPr="001617F8">
              <w:rPr>
                <w:b/>
              </w:rPr>
              <w:t>2</w:t>
            </w:r>
          </w:p>
        </w:tc>
        <w:tc>
          <w:tcPr>
            <w:tcW w:w="2357" w:type="dxa"/>
            <w:tcBorders>
              <w:bottom w:val="single" w:sz="4" w:space="0" w:color="auto"/>
            </w:tcBorders>
          </w:tcPr>
          <w:p w14:paraId="39A31EA1" w14:textId="77777777" w:rsidR="005C1304" w:rsidRPr="001617F8" w:rsidRDefault="005C1304" w:rsidP="00846B4C">
            <w:pPr>
              <w:jc w:val="center"/>
              <w:rPr>
                <w:b/>
              </w:rPr>
            </w:pPr>
            <w:r w:rsidRPr="001617F8">
              <w:rPr>
                <w:b/>
              </w:rPr>
              <w:t>3</w:t>
            </w:r>
          </w:p>
        </w:tc>
        <w:tc>
          <w:tcPr>
            <w:tcW w:w="2357" w:type="dxa"/>
            <w:tcBorders>
              <w:bottom w:val="single" w:sz="4" w:space="0" w:color="auto"/>
            </w:tcBorders>
          </w:tcPr>
          <w:p w14:paraId="41DAD397" w14:textId="77777777" w:rsidR="005C1304" w:rsidRPr="001617F8" w:rsidRDefault="005C1304" w:rsidP="00846B4C">
            <w:pPr>
              <w:jc w:val="center"/>
              <w:rPr>
                <w:b/>
              </w:rPr>
            </w:pPr>
            <w:r w:rsidRPr="001617F8">
              <w:rPr>
                <w:b/>
              </w:rPr>
              <w:t>4</w:t>
            </w:r>
          </w:p>
        </w:tc>
      </w:tr>
      <w:tr w:rsidR="005C1304" w:rsidRPr="001617F8" w14:paraId="6EC4929F" w14:textId="77777777" w:rsidTr="00846B4C">
        <w:tc>
          <w:tcPr>
            <w:tcW w:w="2357" w:type="dxa"/>
            <w:tcBorders>
              <w:left w:val="nil"/>
              <w:bottom w:val="nil"/>
              <w:right w:val="nil"/>
            </w:tcBorders>
          </w:tcPr>
          <w:p w14:paraId="6A366169" w14:textId="77777777" w:rsidR="005C1304" w:rsidRPr="001617F8" w:rsidRDefault="005C1304" w:rsidP="00846B4C">
            <w:pPr>
              <w:jc w:val="center"/>
              <w:rPr>
                <w:b/>
              </w:rPr>
            </w:pPr>
            <w:proofErr w:type="spellStart"/>
            <w:r w:rsidRPr="001617F8">
              <w:rPr>
                <w:b/>
              </w:rPr>
              <w:t>Decisamente</w:t>
            </w:r>
            <w:proofErr w:type="spellEnd"/>
            <w:r w:rsidRPr="001617F8">
              <w:rPr>
                <w:b/>
              </w:rPr>
              <w:t xml:space="preserve"> no</w:t>
            </w:r>
          </w:p>
        </w:tc>
        <w:tc>
          <w:tcPr>
            <w:tcW w:w="2357" w:type="dxa"/>
            <w:tcBorders>
              <w:left w:val="nil"/>
              <w:bottom w:val="nil"/>
              <w:right w:val="nil"/>
            </w:tcBorders>
          </w:tcPr>
          <w:p w14:paraId="4343FAC6" w14:textId="77777777" w:rsidR="005C1304" w:rsidRPr="001617F8" w:rsidRDefault="005C1304" w:rsidP="00846B4C">
            <w:pPr>
              <w:jc w:val="center"/>
              <w:rPr>
                <w:b/>
              </w:rPr>
            </w:pPr>
            <w:proofErr w:type="spellStart"/>
            <w:r w:rsidRPr="001617F8">
              <w:rPr>
                <w:b/>
              </w:rPr>
              <w:t>Più</w:t>
            </w:r>
            <w:proofErr w:type="spellEnd"/>
            <w:r w:rsidRPr="001617F8">
              <w:rPr>
                <w:b/>
              </w:rPr>
              <w:t xml:space="preserve"> no </w:t>
            </w:r>
            <w:proofErr w:type="spellStart"/>
            <w:r w:rsidRPr="001617F8">
              <w:rPr>
                <w:b/>
              </w:rPr>
              <w:t>che</w:t>
            </w:r>
            <w:proofErr w:type="spellEnd"/>
            <w:r w:rsidRPr="001617F8">
              <w:rPr>
                <w:b/>
              </w:rPr>
              <w:t xml:space="preserve"> </w:t>
            </w:r>
            <w:proofErr w:type="spellStart"/>
            <w:r w:rsidRPr="001617F8">
              <w:rPr>
                <w:b/>
              </w:rPr>
              <w:t>sì</w:t>
            </w:r>
            <w:proofErr w:type="spellEnd"/>
          </w:p>
        </w:tc>
        <w:tc>
          <w:tcPr>
            <w:tcW w:w="2357" w:type="dxa"/>
            <w:tcBorders>
              <w:left w:val="nil"/>
              <w:bottom w:val="nil"/>
              <w:right w:val="nil"/>
            </w:tcBorders>
          </w:tcPr>
          <w:p w14:paraId="21F8518D" w14:textId="77777777" w:rsidR="005C1304" w:rsidRPr="001617F8" w:rsidRDefault="005C1304" w:rsidP="00846B4C">
            <w:pPr>
              <w:jc w:val="center"/>
              <w:rPr>
                <w:b/>
              </w:rPr>
            </w:pPr>
            <w:proofErr w:type="spellStart"/>
            <w:r w:rsidRPr="001617F8">
              <w:rPr>
                <w:b/>
              </w:rPr>
              <w:t>Più</w:t>
            </w:r>
            <w:proofErr w:type="spellEnd"/>
            <w:r w:rsidRPr="001617F8">
              <w:rPr>
                <w:b/>
              </w:rPr>
              <w:t xml:space="preserve"> </w:t>
            </w:r>
            <w:proofErr w:type="spellStart"/>
            <w:r w:rsidRPr="001617F8">
              <w:rPr>
                <w:b/>
              </w:rPr>
              <w:t>sì</w:t>
            </w:r>
            <w:proofErr w:type="spellEnd"/>
            <w:r w:rsidRPr="001617F8">
              <w:rPr>
                <w:b/>
              </w:rPr>
              <w:t xml:space="preserve"> </w:t>
            </w:r>
            <w:proofErr w:type="spellStart"/>
            <w:r w:rsidRPr="001617F8">
              <w:rPr>
                <w:b/>
              </w:rPr>
              <w:t>che</w:t>
            </w:r>
            <w:proofErr w:type="spellEnd"/>
            <w:r w:rsidRPr="001617F8">
              <w:rPr>
                <w:b/>
              </w:rPr>
              <w:t xml:space="preserve"> no</w:t>
            </w:r>
          </w:p>
        </w:tc>
        <w:tc>
          <w:tcPr>
            <w:tcW w:w="2357" w:type="dxa"/>
            <w:tcBorders>
              <w:left w:val="nil"/>
              <w:bottom w:val="nil"/>
              <w:right w:val="nil"/>
            </w:tcBorders>
          </w:tcPr>
          <w:p w14:paraId="4E5D5CF9" w14:textId="157F88D0" w:rsidR="005C1304" w:rsidRPr="001617F8" w:rsidRDefault="005C1304" w:rsidP="00846B4C">
            <w:pPr>
              <w:jc w:val="center"/>
              <w:rPr>
                <w:b/>
              </w:rPr>
            </w:pPr>
            <w:proofErr w:type="spellStart"/>
            <w:r w:rsidRPr="001617F8">
              <w:rPr>
                <w:b/>
              </w:rPr>
              <w:t>De</w:t>
            </w:r>
            <w:r w:rsidR="00EC4F71">
              <w:rPr>
                <w:b/>
              </w:rPr>
              <w:t>cis</w:t>
            </w:r>
            <w:r w:rsidRPr="001617F8">
              <w:rPr>
                <w:b/>
              </w:rPr>
              <w:t>amente</w:t>
            </w:r>
            <w:proofErr w:type="spellEnd"/>
            <w:r w:rsidRPr="001617F8">
              <w:rPr>
                <w:b/>
              </w:rPr>
              <w:t xml:space="preserve"> </w:t>
            </w:r>
            <w:proofErr w:type="spellStart"/>
            <w:r w:rsidRPr="001617F8">
              <w:rPr>
                <w:b/>
              </w:rPr>
              <w:t>sì</w:t>
            </w:r>
            <w:proofErr w:type="spellEnd"/>
          </w:p>
        </w:tc>
      </w:tr>
    </w:tbl>
    <w:p w14:paraId="0639D99F" w14:textId="77777777" w:rsidR="006414B6" w:rsidRPr="001617F8" w:rsidRDefault="006414B6" w:rsidP="0011202F">
      <w:pPr>
        <w:rPr>
          <w:b/>
        </w:rPr>
      </w:pPr>
    </w:p>
    <w:p w14:paraId="647B1105" w14:textId="4484B677" w:rsidR="006414B6" w:rsidRPr="001617F8" w:rsidRDefault="006414B6" w:rsidP="006414B6">
      <w:pPr>
        <w:ind w:left="426" w:hanging="284"/>
        <w:rPr>
          <w:b/>
        </w:rPr>
      </w:pPr>
      <w:r w:rsidRPr="001617F8">
        <w:rPr>
          <w:b/>
        </w:rPr>
        <w:t xml:space="preserve">3.  </w:t>
      </w:r>
      <w:r w:rsidR="00EC4F71" w:rsidRPr="001617F8">
        <w:rPr>
          <w:b/>
        </w:rPr>
        <w:t>È</w:t>
      </w:r>
      <w:r w:rsidRPr="001617F8">
        <w:rPr>
          <w:b/>
        </w:rPr>
        <w:t xml:space="preserve"> soddisfatto dei risultati operativi raggiunti </w:t>
      </w:r>
      <w:r w:rsidR="00EC4F71">
        <w:rPr>
          <w:b/>
        </w:rPr>
        <w:t>d</w:t>
      </w:r>
      <w:r w:rsidRPr="001617F8">
        <w:rPr>
          <w:b/>
        </w:rPr>
        <w:t>al Tirocinante?</w:t>
      </w:r>
    </w:p>
    <w:tbl>
      <w:tblPr>
        <w:tblStyle w:val="Grigliatabella"/>
        <w:tblW w:w="0" w:type="auto"/>
        <w:tblInd w:w="426" w:type="dxa"/>
        <w:tblLook w:val="04A0" w:firstRow="1" w:lastRow="0" w:firstColumn="1" w:lastColumn="0" w:noHBand="0" w:noVBand="1"/>
      </w:tblPr>
      <w:tblGrid>
        <w:gridCol w:w="2318"/>
        <w:gridCol w:w="2283"/>
        <w:gridCol w:w="2283"/>
        <w:gridCol w:w="2318"/>
      </w:tblGrid>
      <w:tr w:rsidR="005C1304" w:rsidRPr="001617F8" w14:paraId="3C362E48" w14:textId="77777777" w:rsidTr="00846B4C">
        <w:tc>
          <w:tcPr>
            <w:tcW w:w="2357" w:type="dxa"/>
            <w:tcBorders>
              <w:bottom w:val="single" w:sz="4" w:space="0" w:color="auto"/>
            </w:tcBorders>
          </w:tcPr>
          <w:p w14:paraId="6048C78E" w14:textId="77777777" w:rsidR="005C1304" w:rsidRPr="001617F8" w:rsidRDefault="005C1304" w:rsidP="00846B4C">
            <w:pPr>
              <w:jc w:val="center"/>
              <w:rPr>
                <w:b/>
              </w:rPr>
            </w:pPr>
            <w:r w:rsidRPr="001617F8">
              <w:rPr>
                <w:b/>
              </w:rPr>
              <w:t>1</w:t>
            </w:r>
          </w:p>
        </w:tc>
        <w:tc>
          <w:tcPr>
            <w:tcW w:w="2357" w:type="dxa"/>
            <w:tcBorders>
              <w:bottom w:val="single" w:sz="4" w:space="0" w:color="auto"/>
            </w:tcBorders>
          </w:tcPr>
          <w:p w14:paraId="631C6B26" w14:textId="77777777" w:rsidR="005C1304" w:rsidRPr="001617F8" w:rsidRDefault="005C1304" w:rsidP="00846B4C">
            <w:pPr>
              <w:jc w:val="center"/>
              <w:rPr>
                <w:b/>
              </w:rPr>
            </w:pPr>
            <w:r w:rsidRPr="001617F8">
              <w:rPr>
                <w:b/>
              </w:rPr>
              <w:t>2</w:t>
            </w:r>
          </w:p>
        </w:tc>
        <w:tc>
          <w:tcPr>
            <w:tcW w:w="2357" w:type="dxa"/>
            <w:tcBorders>
              <w:bottom w:val="single" w:sz="4" w:space="0" w:color="auto"/>
            </w:tcBorders>
          </w:tcPr>
          <w:p w14:paraId="54478578" w14:textId="77777777" w:rsidR="005C1304" w:rsidRPr="001617F8" w:rsidRDefault="005C1304" w:rsidP="00846B4C">
            <w:pPr>
              <w:jc w:val="center"/>
              <w:rPr>
                <w:b/>
              </w:rPr>
            </w:pPr>
            <w:r w:rsidRPr="001617F8">
              <w:rPr>
                <w:b/>
              </w:rPr>
              <w:t>3</w:t>
            </w:r>
          </w:p>
        </w:tc>
        <w:tc>
          <w:tcPr>
            <w:tcW w:w="2357" w:type="dxa"/>
            <w:tcBorders>
              <w:bottom w:val="single" w:sz="4" w:space="0" w:color="auto"/>
            </w:tcBorders>
          </w:tcPr>
          <w:p w14:paraId="56D81F50" w14:textId="77777777" w:rsidR="005C1304" w:rsidRPr="001617F8" w:rsidRDefault="005C1304" w:rsidP="00846B4C">
            <w:pPr>
              <w:jc w:val="center"/>
              <w:rPr>
                <w:b/>
              </w:rPr>
            </w:pPr>
            <w:r w:rsidRPr="001617F8">
              <w:rPr>
                <w:b/>
              </w:rPr>
              <w:t>4</w:t>
            </w:r>
          </w:p>
        </w:tc>
      </w:tr>
      <w:tr w:rsidR="005C1304" w:rsidRPr="001617F8" w14:paraId="0520AA7E" w14:textId="77777777" w:rsidTr="00846B4C">
        <w:tc>
          <w:tcPr>
            <w:tcW w:w="2357" w:type="dxa"/>
            <w:tcBorders>
              <w:left w:val="nil"/>
              <w:bottom w:val="nil"/>
              <w:right w:val="nil"/>
            </w:tcBorders>
          </w:tcPr>
          <w:p w14:paraId="059A616B" w14:textId="77777777" w:rsidR="005C1304" w:rsidRPr="001617F8" w:rsidRDefault="005C1304" w:rsidP="00846B4C">
            <w:pPr>
              <w:jc w:val="center"/>
              <w:rPr>
                <w:b/>
              </w:rPr>
            </w:pPr>
            <w:proofErr w:type="spellStart"/>
            <w:r w:rsidRPr="001617F8">
              <w:rPr>
                <w:b/>
              </w:rPr>
              <w:t>Decisamente</w:t>
            </w:r>
            <w:proofErr w:type="spellEnd"/>
            <w:r w:rsidRPr="001617F8">
              <w:rPr>
                <w:b/>
              </w:rPr>
              <w:t xml:space="preserve"> no</w:t>
            </w:r>
          </w:p>
        </w:tc>
        <w:tc>
          <w:tcPr>
            <w:tcW w:w="2357" w:type="dxa"/>
            <w:tcBorders>
              <w:left w:val="nil"/>
              <w:bottom w:val="nil"/>
              <w:right w:val="nil"/>
            </w:tcBorders>
          </w:tcPr>
          <w:p w14:paraId="0E97F082" w14:textId="77777777" w:rsidR="005C1304" w:rsidRPr="001617F8" w:rsidRDefault="005C1304" w:rsidP="00846B4C">
            <w:pPr>
              <w:jc w:val="center"/>
              <w:rPr>
                <w:b/>
              </w:rPr>
            </w:pPr>
            <w:proofErr w:type="spellStart"/>
            <w:r w:rsidRPr="001617F8">
              <w:rPr>
                <w:b/>
              </w:rPr>
              <w:t>Più</w:t>
            </w:r>
            <w:proofErr w:type="spellEnd"/>
            <w:r w:rsidRPr="001617F8">
              <w:rPr>
                <w:b/>
              </w:rPr>
              <w:t xml:space="preserve"> no </w:t>
            </w:r>
            <w:proofErr w:type="spellStart"/>
            <w:r w:rsidRPr="001617F8">
              <w:rPr>
                <w:b/>
              </w:rPr>
              <w:t>che</w:t>
            </w:r>
            <w:proofErr w:type="spellEnd"/>
            <w:r w:rsidRPr="001617F8">
              <w:rPr>
                <w:b/>
              </w:rPr>
              <w:t xml:space="preserve"> </w:t>
            </w:r>
            <w:proofErr w:type="spellStart"/>
            <w:r w:rsidRPr="001617F8">
              <w:rPr>
                <w:b/>
              </w:rPr>
              <w:t>sì</w:t>
            </w:r>
            <w:proofErr w:type="spellEnd"/>
          </w:p>
        </w:tc>
        <w:tc>
          <w:tcPr>
            <w:tcW w:w="2357" w:type="dxa"/>
            <w:tcBorders>
              <w:left w:val="nil"/>
              <w:bottom w:val="nil"/>
              <w:right w:val="nil"/>
            </w:tcBorders>
          </w:tcPr>
          <w:p w14:paraId="75F26C43" w14:textId="77777777" w:rsidR="005C1304" w:rsidRPr="001617F8" w:rsidRDefault="005C1304" w:rsidP="00846B4C">
            <w:pPr>
              <w:jc w:val="center"/>
              <w:rPr>
                <w:b/>
              </w:rPr>
            </w:pPr>
            <w:proofErr w:type="spellStart"/>
            <w:r w:rsidRPr="001617F8">
              <w:rPr>
                <w:b/>
              </w:rPr>
              <w:t>Più</w:t>
            </w:r>
            <w:proofErr w:type="spellEnd"/>
            <w:r w:rsidRPr="001617F8">
              <w:rPr>
                <w:b/>
              </w:rPr>
              <w:t xml:space="preserve"> </w:t>
            </w:r>
            <w:proofErr w:type="spellStart"/>
            <w:r w:rsidRPr="001617F8">
              <w:rPr>
                <w:b/>
              </w:rPr>
              <w:t>sì</w:t>
            </w:r>
            <w:proofErr w:type="spellEnd"/>
            <w:r w:rsidRPr="001617F8">
              <w:rPr>
                <w:b/>
              </w:rPr>
              <w:t xml:space="preserve"> </w:t>
            </w:r>
            <w:proofErr w:type="spellStart"/>
            <w:r w:rsidRPr="001617F8">
              <w:rPr>
                <w:b/>
              </w:rPr>
              <w:t>che</w:t>
            </w:r>
            <w:proofErr w:type="spellEnd"/>
            <w:r w:rsidRPr="001617F8">
              <w:rPr>
                <w:b/>
              </w:rPr>
              <w:t xml:space="preserve"> no</w:t>
            </w:r>
          </w:p>
        </w:tc>
        <w:tc>
          <w:tcPr>
            <w:tcW w:w="2357" w:type="dxa"/>
            <w:tcBorders>
              <w:left w:val="nil"/>
              <w:bottom w:val="nil"/>
              <w:right w:val="nil"/>
            </w:tcBorders>
          </w:tcPr>
          <w:p w14:paraId="703039A7" w14:textId="53E19F9E" w:rsidR="005C1304" w:rsidRPr="001617F8" w:rsidRDefault="005C1304" w:rsidP="00846B4C">
            <w:pPr>
              <w:jc w:val="center"/>
              <w:rPr>
                <w:b/>
              </w:rPr>
            </w:pPr>
            <w:proofErr w:type="spellStart"/>
            <w:r w:rsidRPr="001617F8">
              <w:rPr>
                <w:b/>
              </w:rPr>
              <w:t>De</w:t>
            </w:r>
            <w:r w:rsidR="00EC4F71">
              <w:rPr>
                <w:b/>
              </w:rPr>
              <w:t>cis</w:t>
            </w:r>
            <w:r w:rsidRPr="001617F8">
              <w:rPr>
                <w:b/>
              </w:rPr>
              <w:t>amente</w:t>
            </w:r>
            <w:proofErr w:type="spellEnd"/>
            <w:r w:rsidRPr="001617F8">
              <w:rPr>
                <w:b/>
              </w:rPr>
              <w:t xml:space="preserve"> </w:t>
            </w:r>
            <w:proofErr w:type="spellStart"/>
            <w:r w:rsidRPr="001617F8">
              <w:rPr>
                <w:b/>
              </w:rPr>
              <w:t>sì</w:t>
            </w:r>
            <w:proofErr w:type="spellEnd"/>
          </w:p>
        </w:tc>
      </w:tr>
    </w:tbl>
    <w:p w14:paraId="513949C3" w14:textId="77777777" w:rsidR="0011202F" w:rsidRDefault="0011202F" w:rsidP="0011202F">
      <w:pPr>
        <w:rPr>
          <w:b/>
        </w:rPr>
      </w:pPr>
    </w:p>
    <w:p w14:paraId="152D32AF" w14:textId="77777777" w:rsidR="000D5F59" w:rsidRPr="001617F8" w:rsidRDefault="000D5F59" w:rsidP="0011202F">
      <w:pPr>
        <w:rPr>
          <w:b/>
        </w:rPr>
      </w:pPr>
    </w:p>
    <w:p w14:paraId="1DCF9B34" w14:textId="11B56331" w:rsidR="006414B6" w:rsidRPr="001617F8" w:rsidRDefault="006414B6" w:rsidP="00EC4F71">
      <w:pPr>
        <w:jc w:val="both"/>
        <w:rPr>
          <w:b/>
        </w:rPr>
      </w:pPr>
      <w:r w:rsidRPr="001617F8">
        <w:rPr>
          <w:b/>
        </w:rPr>
        <w:lastRenderedPageBreak/>
        <w:t xml:space="preserve">4.  Valuti, su una scala da </w:t>
      </w:r>
      <w:r w:rsidR="00EC4F71">
        <w:rPr>
          <w:b/>
        </w:rPr>
        <w:t>1</w:t>
      </w:r>
      <w:r w:rsidRPr="001617F8">
        <w:rPr>
          <w:b/>
        </w:rPr>
        <w:t xml:space="preserve"> a 4 le competen</w:t>
      </w:r>
      <w:r w:rsidR="001617F8">
        <w:rPr>
          <w:b/>
        </w:rPr>
        <w:t xml:space="preserve">ze, </w:t>
      </w:r>
      <w:r w:rsidR="00EC4F71">
        <w:rPr>
          <w:b/>
        </w:rPr>
        <w:t>l</w:t>
      </w:r>
      <w:r w:rsidR="001617F8">
        <w:rPr>
          <w:b/>
        </w:rPr>
        <w:t>e capacit</w:t>
      </w:r>
      <w:r w:rsidR="00EC4F71">
        <w:rPr>
          <w:b/>
        </w:rPr>
        <w:t>à</w:t>
      </w:r>
      <w:r w:rsidR="001617F8">
        <w:rPr>
          <w:b/>
        </w:rPr>
        <w:t xml:space="preserve"> e le attitudin</w:t>
      </w:r>
      <w:r w:rsidR="001617F8" w:rsidRPr="001617F8">
        <w:rPr>
          <w:b/>
        </w:rPr>
        <w:t xml:space="preserve">i sviluppate e maturate dal </w:t>
      </w:r>
      <w:r w:rsidRPr="001617F8">
        <w:rPr>
          <w:b/>
        </w:rPr>
        <w:t>Tirocinante nel corso dell’esperienza di tirocinio:</w:t>
      </w:r>
    </w:p>
    <w:p w14:paraId="4081D9CE" w14:textId="77777777" w:rsidR="006414B6" w:rsidRDefault="006414B6" w:rsidP="006414B6">
      <w:pPr>
        <w:ind w:left="426" w:hanging="284"/>
      </w:pPr>
      <w:r>
        <w:t>(indicare solo le voci valutabili sulla base del tirocinio effettuato)</w:t>
      </w:r>
    </w:p>
    <w:p w14:paraId="508D8B5A" w14:textId="77777777" w:rsidR="006414B6" w:rsidRDefault="006414B6" w:rsidP="006414B6"/>
    <w:tbl>
      <w:tblPr>
        <w:tblStyle w:val="Grigliatabella"/>
        <w:tblW w:w="9888" w:type="dxa"/>
        <w:tblInd w:w="426" w:type="dxa"/>
        <w:tblLook w:val="04A0" w:firstRow="1" w:lastRow="0" w:firstColumn="1" w:lastColumn="0" w:noHBand="0" w:noVBand="1"/>
      </w:tblPr>
      <w:tblGrid>
        <w:gridCol w:w="7944"/>
        <w:gridCol w:w="486"/>
        <w:gridCol w:w="486"/>
        <w:gridCol w:w="486"/>
        <w:gridCol w:w="486"/>
      </w:tblGrid>
      <w:tr w:rsidR="0011202F" w14:paraId="7AF971B1" w14:textId="77777777" w:rsidTr="0011202F">
        <w:tc>
          <w:tcPr>
            <w:tcW w:w="7944" w:type="dxa"/>
            <w:tcBorders>
              <w:top w:val="nil"/>
              <w:left w:val="nil"/>
              <w:bottom w:val="nil"/>
              <w:right w:val="single" w:sz="4" w:space="0" w:color="auto"/>
            </w:tcBorders>
          </w:tcPr>
          <w:p w14:paraId="6127DB87" w14:textId="77777777" w:rsidR="0011202F" w:rsidRPr="00AA6DC1" w:rsidRDefault="0011202F" w:rsidP="00435315"/>
        </w:tc>
        <w:tc>
          <w:tcPr>
            <w:tcW w:w="1944" w:type="dxa"/>
            <w:gridSpan w:val="4"/>
            <w:tcBorders>
              <w:top w:val="single" w:sz="4" w:space="0" w:color="auto"/>
              <w:left w:val="single" w:sz="4" w:space="0" w:color="auto"/>
              <w:bottom w:val="single" w:sz="4" w:space="0" w:color="auto"/>
              <w:right w:val="single" w:sz="4" w:space="0" w:color="auto"/>
            </w:tcBorders>
          </w:tcPr>
          <w:p w14:paraId="511DB018" w14:textId="77777777" w:rsidR="0011202F" w:rsidRDefault="0011202F" w:rsidP="006414B6">
            <w:pPr>
              <w:jc w:val="center"/>
            </w:pPr>
            <w:r>
              <w:t>Scala</w:t>
            </w:r>
          </w:p>
        </w:tc>
      </w:tr>
      <w:tr w:rsidR="0011202F" w14:paraId="14EC776A" w14:textId="77777777" w:rsidTr="0011202F">
        <w:tc>
          <w:tcPr>
            <w:tcW w:w="7944" w:type="dxa"/>
            <w:tcBorders>
              <w:top w:val="nil"/>
              <w:left w:val="nil"/>
            </w:tcBorders>
          </w:tcPr>
          <w:p w14:paraId="4E8B7F7F" w14:textId="77777777" w:rsidR="0011202F" w:rsidRPr="00AA6DC1" w:rsidRDefault="0011202F" w:rsidP="00435315"/>
        </w:tc>
        <w:tc>
          <w:tcPr>
            <w:tcW w:w="486" w:type="dxa"/>
            <w:tcBorders>
              <w:top w:val="single" w:sz="4" w:space="0" w:color="auto"/>
            </w:tcBorders>
          </w:tcPr>
          <w:p w14:paraId="58A71010" w14:textId="77777777" w:rsidR="0011202F" w:rsidRDefault="0011202F" w:rsidP="00846B4C">
            <w:pPr>
              <w:jc w:val="center"/>
            </w:pPr>
            <w:r>
              <w:t>1</w:t>
            </w:r>
          </w:p>
        </w:tc>
        <w:tc>
          <w:tcPr>
            <w:tcW w:w="486" w:type="dxa"/>
            <w:tcBorders>
              <w:top w:val="single" w:sz="4" w:space="0" w:color="auto"/>
            </w:tcBorders>
          </w:tcPr>
          <w:p w14:paraId="1C20295B" w14:textId="77777777" w:rsidR="0011202F" w:rsidRDefault="0011202F" w:rsidP="00846B4C">
            <w:pPr>
              <w:jc w:val="center"/>
            </w:pPr>
            <w:r>
              <w:t>2</w:t>
            </w:r>
          </w:p>
        </w:tc>
        <w:tc>
          <w:tcPr>
            <w:tcW w:w="486" w:type="dxa"/>
            <w:tcBorders>
              <w:top w:val="single" w:sz="4" w:space="0" w:color="auto"/>
            </w:tcBorders>
          </w:tcPr>
          <w:p w14:paraId="18DF3EFC" w14:textId="77777777" w:rsidR="0011202F" w:rsidRDefault="0011202F" w:rsidP="00846B4C">
            <w:pPr>
              <w:jc w:val="center"/>
            </w:pPr>
            <w:r>
              <w:t>3</w:t>
            </w:r>
          </w:p>
        </w:tc>
        <w:tc>
          <w:tcPr>
            <w:tcW w:w="486" w:type="dxa"/>
            <w:tcBorders>
              <w:top w:val="single" w:sz="4" w:space="0" w:color="auto"/>
            </w:tcBorders>
          </w:tcPr>
          <w:p w14:paraId="4780027E" w14:textId="77777777" w:rsidR="0011202F" w:rsidRDefault="0011202F" w:rsidP="00846B4C">
            <w:pPr>
              <w:jc w:val="center"/>
            </w:pPr>
            <w:r>
              <w:t>4</w:t>
            </w:r>
          </w:p>
        </w:tc>
      </w:tr>
      <w:tr w:rsidR="0011202F" w14:paraId="16FD184A" w14:textId="77777777" w:rsidTr="006414B6">
        <w:tc>
          <w:tcPr>
            <w:tcW w:w="7944" w:type="dxa"/>
          </w:tcPr>
          <w:p w14:paraId="4EADD69A" w14:textId="77777777" w:rsidR="0011202F" w:rsidRPr="00E97208" w:rsidRDefault="0011202F" w:rsidP="00180B96">
            <w:proofErr w:type="spellStart"/>
            <w:r w:rsidRPr="00E97208">
              <w:t>capacità</w:t>
            </w:r>
            <w:proofErr w:type="spellEnd"/>
            <w:r w:rsidRPr="00E97208">
              <w:t xml:space="preserve"> di </w:t>
            </w:r>
            <w:proofErr w:type="spellStart"/>
            <w:r w:rsidRPr="00E97208">
              <w:t>comunicazione</w:t>
            </w:r>
            <w:proofErr w:type="spellEnd"/>
            <w:r w:rsidRPr="00E97208">
              <w:t xml:space="preserve"> </w:t>
            </w:r>
          </w:p>
        </w:tc>
        <w:tc>
          <w:tcPr>
            <w:tcW w:w="486" w:type="dxa"/>
          </w:tcPr>
          <w:p w14:paraId="7E0EBB84" w14:textId="77777777" w:rsidR="0011202F" w:rsidRDefault="0011202F" w:rsidP="00846B4C">
            <w:pPr>
              <w:jc w:val="center"/>
            </w:pPr>
          </w:p>
        </w:tc>
        <w:tc>
          <w:tcPr>
            <w:tcW w:w="486" w:type="dxa"/>
          </w:tcPr>
          <w:p w14:paraId="163CB489" w14:textId="77777777" w:rsidR="0011202F" w:rsidRDefault="0011202F" w:rsidP="00846B4C">
            <w:pPr>
              <w:jc w:val="center"/>
            </w:pPr>
          </w:p>
        </w:tc>
        <w:tc>
          <w:tcPr>
            <w:tcW w:w="486" w:type="dxa"/>
          </w:tcPr>
          <w:p w14:paraId="31E6AFBB" w14:textId="77777777" w:rsidR="0011202F" w:rsidRDefault="0011202F" w:rsidP="00846B4C">
            <w:pPr>
              <w:jc w:val="center"/>
            </w:pPr>
          </w:p>
        </w:tc>
        <w:tc>
          <w:tcPr>
            <w:tcW w:w="486" w:type="dxa"/>
          </w:tcPr>
          <w:p w14:paraId="79F0691B" w14:textId="77777777" w:rsidR="0011202F" w:rsidRDefault="0011202F" w:rsidP="00846B4C">
            <w:pPr>
              <w:jc w:val="center"/>
            </w:pPr>
          </w:p>
        </w:tc>
      </w:tr>
      <w:tr w:rsidR="0011202F" w14:paraId="1C94D17A" w14:textId="77777777" w:rsidTr="006414B6">
        <w:trPr>
          <w:trHeight w:val="301"/>
        </w:trPr>
        <w:tc>
          <w:tcPr>
            <w:tcW w:w="7944" w:type="dxa"/>
          </w:tcPr>
          <w:p w14:paraId="06997C85" w14:textId="1B159D5D" w:rsidR="0011202F" w:rsidRPr="00E97208" w:rsidRDefault="0011202F" w:rsidP="00180B96">
            <w:proofErr w:type="spellStart"/>
            <w:r w:rsidRPr="00E97208">
              <w:t>attitudine</w:t>
            </w:r>
            <w:proofErr w:type="spellEnd"/>
            <w:r w:rsidRPr="00E97208">
              <w:t xml:space="preserve"> al </w:t>
            </w:r>
            <w:proofErr w:type="spellStart"/>
            <w:r w:rsidR="00EC4F71">
              <w:t>l</w:t>
            </w:r>
            <w:r w:rsidRPr="00E97208">
              <w:t>avoro</w:t>
            </w:r>
            <w:proofErr w:type="spellEnd"/>
            <w:r w:rsidRPr="00E97208">
              <w:t xml:space="preserve"> di </w:t>
            </w:r>
            <w:proofErr w:type="spellStart"/>
            <w:r w:rsidRPr="00E97208">
              <w:t>gruppo</w:t>
            </w:r>
            <w:proofErr w:type="spellEnd"/>
          </w:p>
        </w:tc>
        <w:tc>
          <w:tcPr>
            <w:tcW w:w="486" w:type="dxa"/>
          </w:tcPr>
          <w:p w14:paraId="494A9F2E" w14:textId="77777777" w:rsidR="0011202F" w:rsidRDefault="0011202F" w:rsidP="006414B6">
            <w:pPr>
              <w:jc w:val="center"/>
            </w:pPr>
          </w:p>
        </w:tc>
        <w:tc>
          <w:tcPr>
            <w:tcW w:w="486" w:type="dxa"/>
          </w:tcPr>
          <w:p w14:paraId="4EC98FA3" w14:textId="77777777" w:rsidR="0011202F" w:rsidRDefault="0011202F" w:rsidP="006414B6">
            <w:pPr>
              <w:jc w:val="center"/>
            </w:pPr>
          </w:p>
        </w:tc>
        <w:tc>
          <w:tcPr>
            <w:tcW w:w="486" w:type="dxa"/>
          </w:tcPr>
          <w:p w14:paraId="25983795" w14:textId="77777777" w:rsidR="0011202F" w:rsidRDefault="0011202F" w:rsidP="006414B6">
            <w:pPr>
              <w:jc w:val="center"/>
            </w:pPr>
          </w:p>
        </w:tc>
        <w:tc>
          <w:tcPr>
            <w:tcW w:w="486" w:type="dxa"/>
          </w:tcPr>
          <w:p w14:paraId="5B992106" w14:textId="77777777" w:rsidR="0011202F" w:rsidRDefault="0011202F" w:rsidP="006414B6">
            <w:pPr>
              <w:jc w:val="center"/>
            </w:pPr>
          </w:p>
        </w:tc>
      </w:tr>
      <w:tr w:rsidR="0011202F" w14:paraId="40A777FA" w14:textId="77777777" w:rsidTr="006414B6">
        <w:trPr>
          <w:trHeight w:val="292"/>
        </w:trPr>
        <w:tc>
          <w:tcPr>
            <w:tcW w:w="7944" w:type="dxa"/>
          </w:tcPr>
          <w:p w14:paraId="1434F72F" w14:textId="2742AA77" w:rsidR="0011202F" w:rsidRPr="00E97208" w:rsidRDefault="0011202F" w:rsidP="00180B96">
            <w:proofErr w:type="spellStart"/>
            <w:r w:rsidRPr="00E97208">
              <w:t>interazione</w:t>
            </w:r>
            <w:proofErr w:type="spellEnd"/>
            <w:r w:rsidRPr="00E97208">
              <w:t xml:space="preserve"> con il tutor </w:t>
            </w:r>
            <w:proofErr w:type="spellStart"/>
            <w:r w:rsidRPr="00E97208">
              <w:t>aziendale</w:t>
            </w:r>
            <w:proofErr w:type="spellEnd"/>
            <w:r w:rsidRPr="00E97208">
              <w:t xml:space="preserve"> </w:t>
            </w:r>
          </w:p>
        </w:tc>
        <w:tc>
          <w:tcPr>
            <w:tcW w:w="486" w:type="dxa"/>
          </w:tcPr>
          <w:p w14:paraId="4EFB92F3" w14:textId="77777777" w:rsidR="0011202F" w:rsidRDefault="0011202F" w:rsidP="006414B6">
            <w:pPr>
              <w:jc w:val="center"/>
            </w:pPr>
          </w:p>
        </w:tc>
        <w:tc>
          <w:tcPr>
            <w:tcW w:w="486" w:type="dxa"/>
          </w:tcPr>
          <w:p w14:paraId="24415C0E" w14:textId="77777777" w:rsidR="0011202F" w:rsidRDefault="0011202F" w:rsidP="006414B6">
            <w:pPr>
              <w:jc w:val="center"/>
            </w:pPr>
          </w:p>
        </w:tc>
        <w:tc>
          <w:tcPr>
            <w:tcW w:w="486" w:type="dxa"/>
          </w:tcPr>
          <w:p w14:paraId="7A754E83" w14:textId="77777777" w:rsidR="0011202F" w:rsidRDefault="0011202F" w:rsidP="006414B6">
            <w:pPr>
              <w:jc w:val="center"/>
            </w:pPr>
          </w:p>
        </w:tc>
        <w:tc>
          <w:tcPr>
            <w:tcW w:w="486" w:type="dxa"/>
          </w:tcPr>
          <w:p w14:paraId="0151F819" w14:textId="77777777" w:rsidR="0011202F" w:rsidRDefault="0011202F" w:rsidP="006414B6">
            <w:pPr>
              <w:jc w:val="center"/>
            </w:pPr>
          </w:p>
        </w:tc>
      </w:tr>
      <w:tr w:rsidR="0011202F" w14:paraId="4DADF1C4" w14:textId="77777777" w:rsidTr="006414B6">
        <w:trPr>
          <w:trHeight w:val="295"/>
        </w:trPr>
        <w:tc>
          <w:tcPr>
            <w:tcW w:w="7944" w:type="dxa"/>
          </w:tcPr>
          <w:p w14:paraId="73B281B1" w14:textId="77777777" w:rsidR="0011202F" w:rsidRPr="00E97208" w:rsidRDefault="0011202F" w:rsidP="00180B96">
            <w:r w:rsidRPr="00E97208">
              <w:t xml:space="preserve">rispetto </w:t>
            </w:r>
            <w:proofErr w:type="spellStart"/>
            <w:r w:rsidRPr="00E97208">
              <w:t>delle</w:t>
            </w:r>
            <w:proofErr w:type="spellEnd"/>
            <w:r w:rsidRPr="00E97208">
              <w:t xml:space="preserve"> </w:t>
            </w:r>
            <w:proofErr w:type="spellStart"/>
            <w:r w:rsidRPr="00E97208">
              <w:t>regole</w:t>
            </w:r>
            <w:proofErr w:type="spellEnd"/>
            <w:r w:rsidRPr="00E97208">
              <w:t xml:space="preserve"> </w:t>
            </w:r>
            <w:proofErr w:type="spellStart"/>
            <w:r w:rsidRPr="00E97208">
              <w:t>aziendali</w:t>
            </w:r>
            <w:proofErr w:type="spellEnd"/>
          </w:p>
        </w:tc>
        <w:tc>
          <w:tcPr>
            <w:tcW w:w="486" w:type="dxa"/>
          </w:tcPr>
          <w:p w14:paraId="222660BC" w14:textId="77777777" w:rsidR="0011202F" w:rsidRDefault="0011202F" w:rsidP="006414B6">
            <w:pPr>
              <w:jc w:val="center"/>
            </w:pPr>
          </w:p>
        </w:tc>
        <w:tc>
          <w:tcPr>
            <w:tcW w:w="486" w:type="dxa"/>
          </w:tcPr>
          <w:p w14:paraId="3559C279" w14:textId="77777777" w:rsidR="0011202F" w:rsidRDefault="0011202F" w:rsidP="006414B6">
            <w:pPr>
              <w:jc w:val="center"/>
            </w:pPr>
          </w:p>
        </w:tc>
        <w:tc>
          <w:tcPr>
            <w:tcW w:w="486" w:type="dxa"/>
          </w:tcPr>
          <w:p w14:paraId="4F865BF2" w14:textId="77777777" w:rsidR="0011202F" w:rsidRDefault="0011202F" w:rsidP="006414B6">
            <w:pPr>
              <w:jc w:val="center"/>
            </w:pPr>
          </w:p>
        </w:tc>
        <w:tc>
          <w:tcPr>
            <w:tcW w:w="486" w:type="dxa"/>
          </w:tcPr>
          <w:p w14:paraId="70823165" w14:textId="77777777" w:rsidR="0011202F" w:rsidRDefault="0011202F" w:rsidP="006414B6">
            <w:pPr>
              <w:jc w:val="center"/>
            </w:pPr>
          </w:p>
        </w:tc>
      </w:tr>
      <w:tr w:rsidR="005C1304" w14:paraId="25FFB35D" w14:textId="77777777" w:rsidTr="00685A7B">
        <w:trPr>
          <w:trHeight w:val="314"/>
        </w:trPr>
        <w:tc>
          <w:tcPr>
            <w:tcW w:w="7944" w:type="dxa"/>
          </w:tcPr>
          <w:p w14:paraId="2520D2A2" w14:textId="77777777" w:rsidR="005C1304" w:rsidRPr="00E97208" w:rsidRDefault="005C1304" w:rsidP="00180B96">
            <w:r w:rsidRPr="00E97208">
              <w:t xml:space="preserve">rispetto </w:t>
            </w:r>
            <w:proofErr w:type="spellStart"/>
            <w:r w:rsidRPr="00E97208">
              <w:t>degli</w:t>
            </w:r>
            <w:proofErr w:type="spellEnd"/>
            <w:r w:rsidRPr="00E97208">
              <w:t xml:space="preserve"> </w:t>
            </w:r>
            <w:proofErr w:type="spellStart"/>
            <w:r w:rsidRPr="00E97208">
              <w:t>strumenti</w:t>
            </w:r>
            <w:proofErr w:type="spellEnd"/>
            <w:r w:rsidRPr="00E97208">
              <w:t xml:space="preserve"> di </w:t>
            </w:r>
            <w:proofErr w:type="spellStart"/>
            <w:r w:rsidRPr="00E97208">
              <w:t>lavoro</w:t>
            </w:r>
            <w:proofErr w:type="spellEnd"/>
            <w:r w:rsidRPr="00E97208">
              <w:t xml:space="preserve"> </w:t>
            </w:r>
            <w:proofErr w:type="spellStart"/>
            <w:r w:rsidRPr="00E97208">
              <w:t>presenti</w:t>
            </w:r>
            <w:proofErr w:type="spellEnd"/>
            <w:r w:rsidRPr="00E97208">
              <w:t xml:space="preserve"> in </w:t>
            </w:r>
            <w:proofErr w:type="spellStart"/>
            <w:r w:rsidRPr="00E97208">
              <w:t>azienda</w:t>
            </w:r>
            <w:proofErr w:type="spellEnd"/>
          </w:p>
        </w:tc>
        <w:tc>
          <w:tcPr>
            <w:tcW w:w="486" w:type="dxa"/>
          </w:tcPr>
          <w:p w14:paraId="773D4FF0" w14:textId="77777777" w:rsidR="005C1304" w:rsidRPr="006414B6" w:rsidRDefault="005C1304" w:rsidP="006414B6">
            <w:pPr>
              <w:jc w:val="center"/>
              <w:rPr>
                <w:b/>
                <w:sz w:val="26"/>
                <w:szCs w:val="26"/>
              </w:rPr>
            </w:pPr>
          </w:p>
        </w:tc>
        <w:tc>
          <w:tcPr>
            <w:tcW w:w="486" w:type="dxa"/>
          </w:tcPr>
          <w:p w14:paraId="0630A825" w14:textId="77777777" w:rsidR="005C1304" w:rsidRPr="006414B6" w:rsidRDefault="005C1304" w:rsidP="006414B6">
            <w:pPr>
              <w:jc w:val="center"/>
              <w:rPr>
                <w:b/>
                <w:sz w:val="26"/>
                <w:szCs w:val="26"/>
              </w:rPr>
            </w:pPr>
          </w:p>
        </w:tc>
        <w:tc>
          <w:tcPr>
            <w:tcW w:w="486" w:type="dxa"/>
          </w:tcPr>
          <w:p w14:paraId="13AF53F5" w14:textId="77777777" w:rsidR="005C1304" w:rsidRPr="006414B6" w:rsidRDefault="005C1304" w:rsidP="006414B6">
            <w:pPr>
              <w:jc w:val="center"/>
              <w:rPr>
                <w:b/>
                <w:sz w:val="26"/>
                <w:szCs w:val="26"/>
              </w:rPr>
            </w:pPr>
          </w:p>
        </w:tc>
        <w:tc>
          <w:tcPr>
            <w:tcW w:w="486" w:type="dxa"/>
          </w:tcPr>
          <w:p w14:paraId="4834A08A" w14:textId="77777777" w:rsidR="005C1304" w:rsidRPr="006414B6" w:rsidRDefault="005C1304" w:rsidP="006414B6">
            <w:pPr>
              <w:jc w:val="center"/>
              <w:rPr>
                <w:b/>
                <w:sz w:val="26"/>
                <w:szCs w:val="26"/>
              </w:rPr>
            </w:pPr>
          </w:p>
        </w:tc>
      </w:tr>
      <w:tr w:rsidR="0011202F" w14:paraId="5EF3D70A" w14:textId="77777777" w:rsidTr="006414B6">
        <w:trPr>
          <w:trHeight w:val="304"/>
        </w:trPr>
        <w:tc>
          <w:tcPr>
            <w:tcW w:w="7944" w:type="dxa"/>
          </w:tcPr>
          <w:p w14:paraId="5D90B978" w14:textId="43925B1E" w:rsidR="0011202F" w:rsidRPr="00E97208" w:rsidRDefault="0011202F" w:rsidP="00180B96">
            <w:proofErr w:type="spellStart"/>
            <w:r w:rsidRPr="00E97208">
              <w:t>capacità</w:t>
            </w:r>
            <w:proofErr w:type="spellEnd"/>
            <w:r w:rsidRPr="00E97208">
              <w:t xml:space="preserve"> di </w:t>
            </w:r>
            <w:proofErr w:type="spellStart"/>
            <w:r w:rsidRPr="00E97208">
              <w:t>organizzare</w:t>
            </w:r>
            <w:proofErr w:type="spellEnd"/>
            <w:r w:rsidRPr="00E97208">
              <w:t xml:space="preserve"> il proprio </w:t>
            </w:r>
            <w:proofErr w:type="spellStart"/>
            <w:r w:rsidRPr="00E97208">
              <w:t>lavoro</w:t>
            </w:r>
            <w:proofErr w:type="spellEnd"/>
            <w:r w:rsidRPr="00E97208">
              <w:t xml:space="preserve"> in base ai tempi e alle </w:t>
            </w:r>
            <w:proofErr w:type="spellStart"/>
            <w:r w:rsidRPr="00E97208">
              <w:t>scadenze</w:t>
            </w:r>
            <w:proofErr w:type="spellEnd"/>
            <w:r w:rsidRPr="00E97208">
              <w:t xml:space="preserve"> </w:t>
            </w:r>
            <w:proofErr w:type="spellStart"/>
            <w:r w:rsidRPr="00E97208">
              <w:t>fissate</w:t>
            </w:r>
            <w:proofErr w:type="spellEnd"/>
            <w:r w:rsidRPr="00E97208">
              <w:t xml:space="preserve"> dal tutor </w:t>
            </w:r>
            <w:proofErr w:type="spellStart"/>
            <w:r w:rsidRPr="00E97208">
              <w:t>aziendale</w:t>
            </w:r>
            <w:proofErr w:type="spellEnd"/>
          </w:p>
        </w:tc>
        <w:tc>
          <w:tcPr>
            <w:tcW w:w="486" w:type="dxa"/>
          </w:tcPr>
          <w:p w14:paraId="142823C3" w14:textId="77777777" w:rsidR="0011202F" w:rsidRDefault="0011202F" w:rsidP="006414B6">
            <w:pPr>
              <w:jc w:val="center"/>
            </w:pPr>
          </w:p>
        </w:tc>
        <w:tc>
          <w:tcPr>
            <w:tcW w:w="486" w:type="dxa"/>
          </w:tcPr>
          <w:p w14:paraId="62F0AA48" w14:textId="77777777" w:rsidR="0011202F" w:rsidRDefault="0011202F" w:rsidP="006414B6">
            <w:pPr>
              <w:jc w:val="center"/>
            </w:pPr>
          </w:p>
        </w:tc>
        <w:tc>
          <w:tcPr>
            <w:tcW w:w="486" w:type="dxa"/>
          </w:tcPr>
          <w:p w14:paraId="45C18012" w14:textId="77777777" w:rsidR="0011202F" w:rsidRDefault="0011202F" w:rsidP="006414B6">
            <w:pPr>
              <w:jc w:val="center"/>
            </w:pPr>
          </w:p>
        </w:tc>
        <w:tc>
          <w:tcPr>
            <w:tcW w:w="486" w:type="dxa"/>
          </w:tcPr>
          <w:p w14:paraId="2B5B0C4E" w14:textId="77777777" w:rsidR="0011202F" w:rsidRDefault="0011202F" w:rsidP="006414B6">
            <w:pPr>
              <w:jc w:val="center"/>
            </w:pPr>
          </w:p>
        </w:tc>
      </w:tr>
      <w:tr w:rsidR="0011202F" w14:paraId="6FAD534F" w14:textId="77777777" w:rsidTr="006414B6">
        <w:trPr>
          <w:trHeight w:val="304"/>
        </w:trPr>
        <w:tc>
          <w:tcPr>
            <w:tcW w:w="7944" w:type="dxa"/>
          </w:tcPr>
          <w:p w14:paraId="4B8D7825" w14:textId="77777777" w:rsidR="0011202F" w:rsidRPr="00E97208" w:rsidRDefault="0011202F" w:rsidP="00180B96">
            <w:proofErr w:type="spellStart"/>
            <w:r w:rsidRPr="00E97208">
              <w:t>responsabilità</w:t>
            </w:r>
            <w:proofErr w:type="spellEnd"/>
            <w:r w:rsidRPr="00E97208">
              <w:t xml:space="preserve"> </w:t>
            </w:r>
            <w:proofErr w:type="spellStart"/>
            <w:r w:rsidRPr="00E97208">
              <w:t>neII’esecuzione</w:t>
            </w:r>
            <w:proofErr w:type="spellEnd"/>
            <w:r w:rsidRPr="00E97208">
              <w:t xml:space="preserve"> di un </w:t>
            </w:r>
            <w:proofErr w:type="spellStart"/>
            <w:r w:rsidRPr="00E97208">
              <w:t>compito</w:t>
            </w:r>
            <w:proofErr w:type="spellEnd"/>
            <w:r w:rsidRPr="00E97208">
              <w:t xml:space="preserve"> </w:t>
            </w:r>
            <w:proofErr w:type="spellStart"/>
            <w:r w:rsidRPr="00E97208">
              <w:t>affidatogli</w:t>
            </w:r>
            <w:proofErr w:type="spellEnd"/>
          </w:p>
        </w:tc>
        <w:tc>
          <w:tcPr>
            <w:tcW w:w="486" w:type="dxa"/>
          </w:tcPr>
          <w:p w14:paraId="0D46F14C" w14:textId="77777777" w:rsidR="0011202F" w:rsidRDefault="0011202F" w:rsidP="00846B4C">
            <w:pPr>
              <w:jc w:val="center"/>
            </w:pPr>
          </w:p>
        </w:tc>
        <w:tc>
          <w:tcPr>
            <w:tcW w:w="486" w:type="dxa"/>
          </w:tcPr>
          <w:p w14:paraId="75A39984" w14:textId="77777777" w:rsidR="0011202F" w:rsidRDefault="0011202F" w:rsidP="00846B4C">
            <w:pPr>
              <w:jc w:val="center"/>
            </w:pPr>
          </w:p>
        </w:tc>
        <w:tc>
          <w:tcPr>
            <w:tcW w:w="486" w:type="dxa"/>
          </w:tcPr>
          <w:p w14:paraId="204563E7" w14:textId="77777777" w:rsidR="0011202F" w:rsidRDefault="0011202F" w:rsidP="00846B4C">
            <w:pPr>
              <w:jc w:val="center"/>
            </w:pPr>
          </w:p>
        </w:tc>
        <w:tc>
          <w:tcPr>
            <w:tcW w:w="486" w:type="dxa"/>
          </w:tcPr>
          <w:p w14:paraId="21164DA4" w14:textId="77777777" w:rsidR="0011202F" w:rsidRDefault="0011202F" w:rsidP="00846B4C">
            <w:pPr>
              <w:jc w:val="center"/>
            </w:pPr>
          </w:p>
        </w:tc>
      </w:tr>
      <w:tr w:rsidR="0011202F" w14:paraId="5D8568AD" w14:textId="77777777" w:rsidTr="006414B6">
        <w:trPr>
          <w:trHeight w:val="304"/>
        </w:trPr>
        <w:tc>
          <w:tcPr>
            <w:tcW w:w="7944" w:type="dxa"/>
          </w:tcPr>
          <w:p w14:paraId="6761E985" w14:textId="77777777" w:rsidR="0011202F" w:rsidRPr="00E97208" w:rsidRDefault="0011202F" w:rsidP="00180B96">
            <w:proofErr w:type="spellStart"/>
            <w:r w:rsidRPr="00E97208">
              <w:t>grado</w:t>
            </w:r>
            <w:proofErr w:type="spellEnd"/>
            <w:r w:rsidRPr="00E97208">
              <w:t xml:space="preserve"> di </w:t>
            </w:r>
            <w:proofErr w:type="spellStart"/>
            <w:r w:rsidRPr="00E97208">
              <w:t>autonomia</w:t>
            </w:r>
            <w:proofErr w:type="spellEnd"/>
            <w:r w:rsidRPr="00E97208">
              <w:t xml:space="preserve"> </w:t>
            </w:r>
            <w:proofErr w:type="spellStart"/>
            <w:r w:rsidRPr="00E97208">
              <w:t>raggiunto</w:t>
            </w:r>
            <w:proofErr w:type="spellEnd"/>
            <w:r w:rsidRPr="00E97208">
              <w:t xml:space="preserve"> </w:t>
            </w:r>
            <w:proofErr w:type="spellStart"/>
            <w:r w:rsidRPr="00E97208">
              <w:t>nelle</w:t>
            </w:r>
            <w:proofErr w:type="spellEnd"/>
            <w:r w:rsidRPr="00E97208">
              <w:t xml:space="preserve"> </w:t>
            </w:r>
            <w:proofErr w:type="spellStart"/>
            <w:r w:rsidRPr="00E97208">
              <w:t>mansioni</w:t>
            </w:r>
            <w:proofErr w:type="spellEnd"/>
            <w:r w:rsidRPr="00E97208">
              <w:t xml:space="preserve"> </w:t>
            </w:r>
            <w:proofErr w:type="spellStart"/>
            <w:r w:rsidRPr="00E97208">
              <w:t>affidatogli</w:t>
            </w:r>
            <w:proofErr w:type="spellEnd"/>
          </w:p>
        </w:tc>
        <w:tc>
          <w:tcPr>
            <w:tcW w:w="486" w:type="dxa"/>
          </w:tcPr>
          <w:p w14:paraId="32487BD8" w14:textId="77777777" w:rsidR="0011202F" w:rsidRDefault="0011202F" w:rsidP="00846B4C">
            <w:pPr>
              <w:jc w:val="center"/>
            </w:pPr>
          </w:p>
        </w:tc>
        <w:tc>
          <w:tcPr>
            <w:tcW w:w="486" w:type="dxa"/>
          </w:tcPr>
          <w:p w14:paraId="21C3CFDB" w14:textId="77777777" w:rsidR="0011202F" w:rsidRDefault="0011202F" w:rsidP="00846B4C">
            <w:pPr>
              <w:jc w:val="center"/>
            </w:pPr>
          </w:p>
        </w:tc>
        <w:tc>
          <w:tcPr>
            <w:tcW w:w="486" w:type="dxa"/>
          </w:tcPr>
          <w:p w14:paraId="7009DBD9" w14:textId="77777777" w:rsidR="0011202F" w:rsidRDefault="0011202F" w:rsidP="00846B4C">
            <w:pPr>
              <w:jc w:val="center"/>
            </w:pPr>
          </w:p>
        </w:tc>
        <w:tc>
          <w:tcPr>
            <w:tcW w:w="486" w:type="dxa"/>
          </w:tcPr>
          <w:p w14:paraId="45440520" w14:textId="77777777" w:rsidR="0011202F" w:rsidRDefault="0011202F" w:rsidP="00846B4C">
            <w:pPr>
              <w:jc w:val="center"/>
            </w:pPr>
          </w:p>
        </w:tc>
      </w:tr>
      <w:tr w:rsidR="0011202F" w14:paraId="27052D73" w14:textId="77777777" w:rsidTr="006414B6">
        <w:trPr>
          <w:trHeight w:val="304"/>
        </w:trPr>
        <w:tc>
          <w:tcPr>
            <w:tcW w:w="7944" w:type="dxa"/>
          </w:tcPr>
          <w:p w14:paraId="620D9CB2" w14:textId="77777777" w:rsidR="0011202F" w:rsidRPr="00E97208" w:rsidRDefault="0011202F" w:rsidP="00180B96">
            <w:r w:rsidRPr="00E97208">
              <w:t xml:space="preserve"> </w:t>
            </w:r>
            <w:proofErr w:type="spellStart"/>
            <w:r w:rsidRPr="00E97208">
              <w:t>proporre</w:t>
            </w:r>
            <w:proofErr w:type="spellEnd"/>
            <w:r w:rsidRPr="00E97208">
              <w:t xml:space="preserve"> </w:t>
            </w:r>
            <w:proofErr w:type="spellStart"/>
            <w:r w:rsidRPr="00E97208">
              <w:t>soluzioni</w:t>
            </w:r>
            <w:proofErr w:type="spellEnd"/>
            <w:r w:rsidRPr="00E97208">
              <w:t xml:space="preserve"> innovative ed alternative </w:t>
            </w:r>
            <w:proofErr w:type="spellStart"/>
            <w:r w:rsidRPr="00E97208">
              <w:t>nella</w:t>
            </w:r>
            <w:proofErr w:type="spellEnd"/>
            <w:r w:rsidRPr="00E97208">
              <w:t xml:space="preserve"> </w:t>
            </w:r>
            <w:proofErr w:type="spellStart"/>
            <w:r w:rsidRPr="00E97208">
              <w:t>gestione</w:t>
            </w:r>
            <w:proofErr w:type="spellEnd"/>
            <w:r w:rsidRPr="00E97208">
              <w:t xml:space="preserve"> di un </w:t>
            </w:r>
            <w:proofErr w:type="spellStart"/>
            <w:r w:rsidRPr="00E97208">
              <w:t>lavoro</w:t>
            </w:r>
            <w:proofErr w:type="spellEnd"/>
          </w:p>
        </w:tc>
        <w:tc>
          <w:tcPr>
            <w:tcW w:w="486" w:type="dxa"/>
          </w:tcPr>
          <w:p w14:paraId="3F414F6D" w14:textId="77777777" w:rsidR="0011202F" w:rsidRDefault="0011202F" w:rsidP="00846B4C">
            <w:pPr>
              <w:jc w:val="center"/>
            </w:pPr>
          </w:p>
        </w:tc>
        <w:tc>
          <w:tcPr>
            <w:tcW w:w="486" w:type="dxa"/>
          </w:tcPr>
          <w:p w14:paraId="4790DE9D" w14:textId="77777777" w:rsidR="0011202F" w:rsidRDefault="0011202F" w:rsidP="00846B4C">
            <w:pPr>
              <w:jc w:val="center"/>
            </w:pPr>
          </w:p>
        </w:tc>
        <w:tc>
          <w:tcPr>
            <w:tcW w:w="486" w:type="dxa"/>
          </w:tcPr>
          <w:p w14:paraId="1BB91AF5" w14:textId="77777777" w:rsidR="0011202F" w:rsidRDefault="0011202F" w:rsidP="00846B4C">
            <w:pPr>
              <w:jc w:val="center"/>
            </w:pPr>
          </w:p>
        </w:tc>
        <w:tc>
          <w:tcPr>
            <w:tcW w:w="486" w:type="dxa"/>
          </w:tcPr>
          <w:p w14:paraId="274BEE64" w14:textId="77777777" w:rsidR="0011202F" w:rsidRDefault="0011202F" w:rsidP="00846B4C">
            <w:pPr>
              <w:jc w:val="center"/>
            </w:pPr>
          </w:p>
        </w:tc>
      </w:tr>
      <w:tr w:rsidR="0011202F" w14:paraId="5CE27CE6" w14:textId="77777777" w:rsidTr="006414B6">
        <w:trPr>
          <w:trHeight w:val="304"/>
        </w:trPr>
        <w:tc>
          <w:tcPr>
            <w:tcW w:w="7944" w:type="dxa"/>
          </w:tcPr>
          <w:p w14:paraId="0CAD5452" w14:textId="77777777" w:rsidR="0011202F" w:rsidRPr="00E97208" w:rsidRDefault="0011202F" w:rsidP="00180B96">
            <w:r w:rsidRPr="00E97208">
              <w:t xml:space="preserve"> </w:t>
            </w:r>
            <w:proofErr w:type="spellStart"/>
            <w:r w:rsidRPr="00E97208">
              <w:t>impegno</w:t>
            </w:r>
            <w:proofErr w:type="spellEnd"/>
            <w:r w:rsidRPr="00E97208">
              <w:t xml:space="preserve"> </w:t>
            </w:r>
            <w:proofErr w:type="spellStart"/>
            <w:r w:rsidRPr="00E97208">
              <w:t>dimostrato</w:t>
            </w:r>
            <w:proofErr w:type="spellEnd"/>
          </w:p>
        </w:tc>
        <w:tc>
          <w:tcPr>
            <w:tcW w:w="486" w:type="dxa"/>
          </w:tcPr>
          <w:p w14:paraId="70888276" w14:textId="77777777" w:rsidR="0011202F" w:rsidRDefault="0011202F" w:rsidP="00846B4C">
            <w:pPr>
              <w:jc w:val="center"/>
            </w:pPr>
          </w:p>
        </w:tc>
        <w:tc>
          <w:tcPr>
            <w:tcW w:w="486" w:type="dxa"/>
          </w:tcPr>
          <w:p w14:paraId="4001DD4E" w14:textId="77777777" w:rsidR="0011202F" w:rsidRDefault="0011202F" w:rsidP="00846B4C">
            <w:pPr>
              <w:jc w:val="center"/>
            </w:pPr>
          </w:p>
        </w:tc>
        <w:tc>
          <w:tcPr>
            <w:tcW w:w="486" w:type="dxa"/>
          </w:tcPr>
          <w:p w14:paraId="2293DDAB" w14:textId="77777777" w:rsidR="0011202F" w:rsidRDefault="0011202F" w:rsidP="00846B4C">
            <w:pPr>
              <w:jc w:val="center"/>
            </w:pPr>
          </w:p>
        </w:tc>
        <w:tc>
          <w:tcPr>
            <w:tcW w:w="486" w:type="dxa"/>
          </w:tcPr>
          <w:p w14:paraId="1DABA4EB" w14:textId="77777777" w:rsidR="0011202F" w:rsidRDefault="0011202F" w:rsidP="00846B4C">
            <w:pPr>
              <w:jc w:val="center"/>
            </w:pPr>
          </w:p>
        </w:tc>
      </w:tr>
      <w:tr w:rsidR="0011202F" w14:paraId="6E2777F0" w14:textId="77777777" w:rsidTr="006414B6">
        <w:trPr>
          <w:trHeight w:val="304"/>
        </w:trPr>
        <w:tc>
          <w:tcPr>
            <w:tcW w:w="7944" w:type="dxa"/>
          </w:tcPr>
          <w:p w14:paraId="6EAE327B" w14:textId="77777777" w:rsidR="0011202F" w:rsidRDefault="0011202F" w:rsidP="00180B96">
            <w:proofErr w:type="spellStart"/>
            <w:r w:rsidRPr="00E97208">
              <w:t>valutazione</w:t>
            </w:r>
            <w:proofErr w:type="spellEnd"/>
            <w:r w:rsidRPr="00E97208">
              <w:t xml:space="preserve"> </w:t>
            </w:r>
            <w:proofErr w:type="spellStart"/>
            <w:r w:rsidRPr="00E97208">
              <w:t>complessiva</w:t>
            </w:r>
            <w:proofErr w:type="spellEnd"/>
            <w:r w:rsidRPr="00E97208">
              <w:t xml:space="preserve"> del </w:t>
            </w:r>
            <w:proofErr w:type="spellStart"/>
            <w:r w:rsidRPr="00E97208">
              <w:t>tirocinante</w:t>
            </w:r>
            <w:proofErr w:type="spellEnd"/>
          </w:p>
        </w:tc>
        <w:tc>
          <w:tcPr>
            <w:tcW w:w="486" w:type="dxa"/>
          </w:tcPr>
          <w:p w14:paraId="2BD39D4F" w14:textId="77777777" w:rsidR="0011202F" w:rsidRDefault="0011202F" w:rsidP="00846B4C">
            <w:pPr>
              <w:jc w:val="center"/>
              <w:rPr>
                <w:rFonts w:ascii="Times New Roman"/>
                <w:noProof/>
                <w:color w:val="3A3A3A"/>
                <w:lang w:eastAsia="it-IT"/>
              </w:rPr>
            </w:pPr>
          </w:p>
        </w:tc>
        <w:tc>
          <w:tcPr>
            <w:tcW w:w="486" w:type="dxa"/>
          </w:tcPr>
          <w:p w14:paraId="7046A6A7" w14:textId="77777777" w:rsidR="0011202F" w:rsidRDefault="0011202F" w:rsidP="00846B4C">
            <w:pPr>
              <w:jc w:val="center"/>
              <w:rPr>
                <w:rFonts w:ascii="Times New Roman"/>
                <w:noProof/>
                <w:color w:val="3A3A3A"/>
                <w:lang w:eastAsia="it-IT"/>
              </w:rPr>
            </w:pPr>
          </w:p>
        </w:tc>
        <w:tc>
          <w:tcPr>
            <w:tcW w:w="486" w:type="dxa"/>
          </w:tcPr>
          <w:p w14:paraId="61745565" w14:textId="77777777" w:rsidR="0011202F" w:rsidRDefault="0011202F" w:rsidP="00846B4C">
            <w:pPr>
              <w:jc w:val="center"/>
              <w:rPr>
                <w:rFonts w:ascii="Times New Roman"/>
                <w:noProof/>
                <w:color w:val="3A3A3A"/>
                <w:lang w:eastAsia="it-IT"/>
              </w:rPr>
            </w:pPr>
          </w:p>
        </w:tc>
        <w:tc>
          <w:tcPr>
            <w:tcW w:w="486" w:type="dxa"/>
          </w:tcPr>
          <w:p w14:paraId="46FCDFEE" w14:textId="77777777" w:rsidR="0011202F" w:rsidRDefault="0011202F" w:rsidP="00846B4C">
            <w:pPr>
              <w:jc w:val="center"/>
              <w:rPr>
                <w:rFonts w:ascii="Times New Roman"/>
                <w:noProof/>
                <w:color w:val="3A3A3A"/>
                <w:lang w:eastAsia="it-IT"/>
              </w:rPr>
            </w:pPr>
          </w:p>
        </w:tc>
      </w:tr>
    </w:tbl>
    <w:p w14:paraId="7B312127" w14:textId="77777777" w:rsidR="006414B6" w:rsidRDefault="006414B6" w:rsidP="006414B6">
      <w:pPr>
        <w:ind w:left="426" w:hanging="284"/>
      </w:pPr>
    </w:p>
    <w:p w14:paraId="26D1D5D2" w14:textId="77777777" w:rsidR="006414B6" w:rsidRPr="001617F8" w:rsidRDefault="006414B6" w:rsidP="006414B6">
      <w:pPr>
        <w:ind w:left="426" w:hanging="284"/>
        <w:rPr>
          <w:b/>
        </w:rPr>
      </w:pPr>
      <w:r w:rsidRPr="001617F8">
        <w:rPr>
          <w:b/>
        </w:rPr>
        <w:t>5.  L’inserimento in azienda del tirocinante ha comportato qualche difficoltà?</w:t>
      </w:r>
    </w:p>
    <w:p w14:paraId="5B04AE7B" w14:textId="01206C0C" w:rsidR="005C1304" w:rsidRPr="001617F8" w:rsidRDefault="005C1304" w:rsidP="006414B6">
      <w:pPr>
        <w:ind w:left="426" w:hanging="284"/>
        <w:rPr>
          <w:b/>
        </w:rPr>
      </w:pPr>
      <w:r w:rsidRPr="001617F8">
        <w:rPr>
          <w:b/>
        </w:rPr>
        <w:t>S</w:t>
      </w:r>
      <w:r w:rsidR="00EC4F71">
        <w:rPr>
          <w:b/>
        </w:rPr>
        <w:t>ì</w:t>
      </w:r>
      <w:r w:rsidRPr="001617F8">
        <w:rPr>
          <w:b/>
        </w:rPr>
        <w:t xml:space="preserve">    </w:t>
      </w:r>
      <w:r w:rsidRPr="001617F8">
        <w:rPr>
          <w:rFonts w:ascii="Times New Roman"/>
          <w:b/>
          <w:noProof/>
          <w:color w:val="3A3A3A"/>
          <w:lang w:eastAsia="it-IT"/>
        </w:rPr>
        <mc:AlternateContent>
          <mc:Choice Requires="wps">
            <w:drawing>
              <wp:inline distT="0" distB="0" distL="0" distR="0" wp14:anchorId="571185D2" wp14:editId="5647BAA8">
                <wp:extent cx="147600" cy="147600"/>
                <wp:effectExtent l="0" t="0" r="24130" b="24130"/>
                <wp:docPr id="48" name="Rettangolo 48"/>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00DABAC" id="Rettangolo 48"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1617F8" w:rsidRPr="001617F8">
        <w:rPr>
          <w:b/>
        </w:rPr>
        <w:t xml:space="preserve">               </w:t>
      </w:r>
      <w:r w:rsidR="006414B6" w:rsidRPr="001617F8">
        <w:rPr>
          <w:b/>
        </w:rPr>
        <w:t>No</w:t>
      </w:r>
      <w:r w:rsidRPr="001617F8">
        <w:rPr>
          <w:b/>
        </w:rPr>
        <w:t xml:space="preserve">    </w:t>
      </w:r>
      <w:r w:rsidRPr="001617F8">
        <w:rPr>
          <w:rFonts w:ascii="Times New Roman"/>
          <w:b/>
          <w:noProof/>
          <w:color w:val="3A3A3A"/>
          <w:lang w:eastAsia="it-IT"/>
        </w:rPr>
        <mc:AlternateContent>
          <mc:Choice Requires="wps">
            <w:drawing>
              <wp:inline distT="0" distB="0" distL="0" distR="0" wp14:anchorId="18D0920E" wp14:editId="147FE075">
                <wp:extent cx="147600" cy="147600"/>
                <wp:effectExtent l="0" t="0" r="24130" b="24130"/>
                <wp:docPr id="49" name="Rettangolo 49"/>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8B4DF60" id="Rettangolo 49"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p>
    <w:p w14:paraId="5DA692AD" w14:textId="7B8A5D46" w:rsidR="006414B6" w:rsidRPr="001617F8" w:rsidRDefault="006414B6" w:rsidP="006414B6">
      <w:pPr>
        <w:ind w:left="426" w:hanging="284"/>
        <w:rPr>
          <w:b/>
        </w:rPr>
      </w:pPr>
      <w:r w:rsidRPr="001617F8">
        <w:rPr>
          <w:b/>
        </w:rPr>
        <w:t xml:space="preserve"> Se S</w:t>
      </w:r>
      <w:r w:rsidR="00EC4F71">
        <w:rPr>
          <w:b/>
        </w:rPr>
        <w:t>ì</w:t>
      </w:r>
      <w:r w:rsidRPr="001617F8">
        <w:rPr>
          <w:b/>
        </w:rPr>
        <w:t>, che tipo di difficoltà?</w:t>
      </w:r>
    </w:p>
    <w:p w14:paraId="5A55E990" w14:textId="0002206E" w:rsidR="001617F8" w:rsidRPr="001617F8" w:rsidRDefault="001617F8" w:rsidP="001617F8">
      <w:pPr>
        <w:ind w:left="426" w:hanging="284"/>
        <w:rPr>
          <w:b/>
          <w:sz w:val="28"/>
          <w:u w:val="single"/>
        </w:rPr>
      </w:pPr>
      <w:r w:rsidRPr="001617F8">
        <w:rPr>
          <w:b/>
          <w:sz w:val="28"/>
          <w:u w:val="single"/>
        </w:rPr>
        <w:t>_____________________________________________________________________________________________________________________________________</w:t>
      </w:r>
    </w:p>
    <w:p w14:paraId="2CEE16AD" w14:textId="77777777" w:rsidR="005C1304" w:rsidRPr="001617F8" w:rsidRDefault="005C1304" w:rsidP="006414B6">
      <w:pPr>
        <w:ind w:left="426" w:hanging="284"/>
        <w:rPr>
          <w:b/>
        </w:rPr>
      </w:pPr>
    </w:p>
    <w:p w14:paraId="44E8AAC3" w14:textId="77777777" w:rsidR="006414B6" w:rsidRPr="001617F8" w:rsidRDefault="006414B6" w:rsidP="006414B6">
      <w:pPr>
        <w:ind w:left="426" w:hanging="284"/>
        <w:rPr>
          <w:b/>
        </w:rPr>
      </w:pPr>
      <w:r w:rsidRPr="001617F8">
        <w:rPr>
          <w:b/>
        </w:rPr>
        <w:t>6.  Ritiene che il tirocinante sia preparato all’inserimento nel mondo del lavoro?</w:t>
      </w:r>
    </w:p>
    <w:p w14:paraId="2CEBD25C" w14:textId="21BE2A6C" w:rsidR="006414B6" w:rsidRPr="001617F8" w:rsidRDefault="005C1304" w:rsidP="006414B6">
      <w:pPr>
        <w:ind w:left="426" w:hanging="284"/>
        <w:rPr>
          <w:b/>
        </w:rPr>
      </w:pPr>
      <w:r w:rsidRPr="001617F8">
        <w:rPr>
          <w:rFonts w:ascii="Times New Roman"/>
          <w:b/>
          <w:noProof/>
          <w:color w:val="3A3A3A"/>
          <w:lang w:eastAsia="it-IT"/>
        </w:rPr>
        <mc:AlternateContent>
          <mc:Choice Requires="wps">
            <w:drawing>
              <wp:inline distT="0" distB="0" distL="0" distR="0" wp14:anchorId="08D292EB" wp14:editId="115AED82">
                <wp:extent cx="147600" cy="147600"/>
                <wp:effectExtent l="0" t="0" r="24130" b="24130"/>
                <wp:docPr id="50" name="Rettangolo 50"/>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F4CEFDE" id="Rettangolo 50"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6414B6" w:rsidRPr="001617F8">
        <w:rPr>
          <w:b/>
        </w:rPr>
        <w:tab/>
      </w:r>
      <w:r w:rsidR="00EC4F71">
        <w:rPr>
          <w:b/>
        </w:rPr>
        <w:t xml:space="preserve"> </w:t>
      </w:r>
      <w:r w:rsidR="006414B6" w:rsidRPr="001617F8">
        <w:rPr>
          <w:b/>
        </w:rPr>
        <w:t>S</w:t>
      </w:r>
      <w:r w:rsidR="00EC4F71">
        <w:rPr>
          <w:b/>
        </w:rPr>
        <w:t xml:space="preserve">ì, </w:t>
      </w:r>
      <w:r w:rsidR="006414B6" w:rsidRPr="001617F8">
        <w:rPr>
          <w:b/>
        </w:rPr>
        <w:t>subito</w:t>
      </w:r>
    </w:p>
    <w:p w14:paraId="6DF1CCE4" w14:textId="1EE8C1D5" w:rsidR="006414B6" w:rsidRPr="001617F8" w:rsidRDefault="005C1304" w:rsidP="006414B6">
      <w:pPr>
        <w:ind w:left="426" w:hanging="284"/>
        <w:rPr>
          <w:b/>
        </w:rPr>
      </w:pPr>
      <w:r w:rsidRPr="001617F8">
        <w:rPr>
          <w:rFonts w:ascii="Times New Roman"/>
          <w:b/>
          <w:noProof/>
          <w:color w:val="3A3A3A"/>
          <w:lang w:eastAsia="it-IT"/>
        </w:rPr>
        <mc:AlternateContent>
          <mc:Choice Requires="wps">
            <w:drawing>
              <wp:inline distT="0" distB="0" distL="0" distR="0" wp14:anchorId="6856472D" wp14:editId="50F576F8">
                <wp:extent cx="147600" cy="147600"/>
                <wp:effectExtent l="0" t="0" r="24130" b="24130"/>
                <wp:docPr id="51" name="Rettangolo 51"/>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3985FBF" id="Rettangolo 51"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6414B6" w:rsidRPr="001617F8">
        <w:rPr>
          <w:b/>
        </w:rPr>
        <w:tab/>
      </w:r>
      <w:r w:rsidR="00EC4F71">
        <w:rPr>
          <w:b/>
        </w:rPr>
        <w:t xml:space="preserve"> </w:t>
      </w:r>
      <w:r w:rsidR="006414B6" w:rsidRPr="001617F8">
        <w:rPr>
          <w:b/>
        </w:rPr>
        <w:t>S</w:t>
      </w:r>
      <w:r w:rsidR="00EC4F71">
        <w:rPr>
          <w:b/>
        </w:rPr>
        <w:t xml:space="preserve">ì, </w:t>
      </w:r>
      <w:r w:rsidR="006414B6" w:rsidRPr="001617F8">
        <w:rPr>
          <w:b/>
        </w:rPr>
        <w:t>ma è necessario un altro periodo di f</w:t>
      </w:r>
      <w:r w:rsidR="00EC4F71">
        <w:rPr>
          <w:b/>
        </w:rPr>
        <w:t>ormazione</w:t>
      </w:r>
    </w:p>
    <w:p w14:paraId="704E2CE1" w14:textId="77777777" w:rsidR="006414B6" w:rsidRPr="001617F8" w:rsidRDefault="005C1304" w:rsidP="006414B6">
      <w:pPr>
        <w:ind w:left="426" w:hanging="284"/>
        <w:rPr>
          <w:b/>
        </w:rPr>
      </w:pPr>
      <w:r w:rsidRPr="001617F8">
        <w:rPr>
          <w:rFonts w:ascii="Times New Roman"/>
          <w:b/>
          <w:noProof/>
          <w:color w:val="3A3A3A"/>
          <w:lang w:eastAsia="it-IT"/>
        </w:rPr>
        <mc:AlternateContent>
          <mc:Choice Requires="wps">
            <w:drawing>
              <wp:inline distT="0" distB="0" distL="0" distR="0" wp14:anchorId="73E1D7F7" wp14:editId="3A2710B2">
                <wp:extent cx="147600" cy="147600"/>
                <wp:effectExtent l="0" t="0" r="24130" b="24130"/>
                <wp:docPr id="52" name="Rettangolo 52"/>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B578DD" id="Rettangolo 52"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6414B6" w:rsidRPr="001617F8">
        <w:rPr>
          <w:b/>
        </w:rPr>
        <w:t xml:space="preserve"> No</w:t>
      </w:r>
    </w:p>
    <w:p w14:paraId="021C9CDE" w14:textId="38EA7A7E" w:rsidR="006414B6" w:rsidRPr="001617F8" w:rsidRDefault="006414B6" w:rsidP="006414B6">
      <w:pPr>
        <w:ind w:left="426" w:hanging="284"/>
        <w:rPr>
          <w:b/>
        </w:rPr>
      </w:pPr>
      <w:r w:rsidRPr="001617F8">
        <w:rPr>
          <w:b/>
        </w:rPr>
        <w:t>Se N</w:t>
      </w:r>
      <w:r w:rsidR="00EC4F71">
        <w:rPr>
          <w:b/>
        </w:rPr>
        <w:t>o</w:t>
      </w:r>
      <w:r w:rsidRPr="001617F8">
        <w:rPr>
          <w:b/>
        </w:rPr>
        <w:t>, indicare il motivo</w:t>
      </w:r>
    </w:p>
    <w:p w14:paraId="1EBA9E22" w14:textId="77777777" w:rsidR="005C1304" w:rsidRPr="001617F8" w:rsidRDefault="005C1304" w:rsidP="006414B6">
      <w:pPr>
        <w:ind w:left="426" w:hanging="284"/>
        <w:rPr>
          <w:b/>
          <w:sz w:val="28"/>
          <w:u w:val="single"/>
        </w:rPr>
      </w:pPr>
      <w:r w:rsidRPr="001617F8">
        <w:rPr>
          <w:b/>
          <w:sz w:val="28"/>
          <w:u w:val="single"/>
        </w:rPr>
        <w:t>______________________________________________________________________________________________________________________________________</w:t>
      </w:r>
    </w:p>
    <w:p w14:paraId="78513BA4" w14:textId="77777777" w:rsidR="005C1304" w:rsidRPr="001617F8" w:rsidRDefault="005C1304" w:rsidP="006414B6">
      <w:pPr>
        <w:ind w:left="426" w:hanging="284"/>
        <w:rPr>
          <w:b/>
        </w:rPr>
      </w:pPr>
    </w:p>
    <w:p w14:paraId="5F6A09BF" w14:textId="28E35794" w:rsidR="006414B6" w:rsidRPr="001617F8" w:rsidRDefault="006414B6" w:rsidP="006414B6">
      <w:pPr>
        <w:ind w:left="426" w:hanging="284"/>
        <w:rPr>
          <w:b/>
        </w:rPr>
      </w:pPr>
      <w:r w:rsidRPr="001617F8">
        <w:rPr>
          <w:b/>
        </w:rPr>
        <w:lastRenderedPageBreak/>
        <w:t xml:space="preserve">7.  </w:t>
      </w:r>
      <w:r w:rsidR="00EC4F71">
        <w:rPr>
          <w:b/>
        </w:rPr>
        <w:t>Il</w:t>
      </w:r>
      <w:r w:rsidRPr="001617F8">
        <w:rPr>
          <w:b/>
        </w:rPr>
        <w:t xml:space="preserve"> periodo di tirocinio è stato sufficiente per lo svolgimento dell’attività prevista nel progetto</w:t>
      </w:r>
    </w:p>
    <w:p w14:paraId="0204D84E" w14:textId="77777777" w:rsidR="006414B6" w:rsidRPr="001617F8" w:rsidRDefault="006414B6" w:rsidP="006414B6">
      <w:pPr>
        <w:ind w:left="426" w:hanging="284"/>
        <w:rPr>
          <w:b/>
        </w:rPr>
      </w:pPr>
      <w:r w:rsidRPr="001617F8">
        <w:rPr>
          <w:b/>
        </w:rPr>
        <w:t>formativo?</w:t>
      </w:r>
    </w:p>
    <w:p w14:paraId="0EEADBBD" w14:textId="024C00E2" w:rsidR="006414B6" w:rsidRPr="001617F8" w:rsidRDefault="005C1304" w:rsidP="006414B6">
      <w:pPr>
        <w:ind w:left="426" w:hanging="284"/>
        <w:rPr>
          <w:b/>
        </w:rPr>
      </w:pPr>
      <w:r w:rsidRPr="001617F8">
        <w:rPr>
          <w:rFonts w:ascii="Times New Roman"/>
          <w:b/>
          <w:noProof/>
          <w:color w:val="3A3A3A"/>
          <w:lang w:eastAsia="it-IT"/>
        </w:rPr>
        <mc:AlternateContent>
          <mc:Choice Requires="wps">
            <w:drawing>
              <wp:inline distT="0" distB="0" distL="0" distR="0" wp14:anchorId="07B86126" wp14:editId="4773922C">
                <wp:extent cx="147600" cy="147600"/>
                <wp:effectExtent l="0" t="0" r="24130" b="24130"/>
                <wp:docPr id="53" name="Rettangolo 53"/>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ABD8CFA" id="Rettangolo 53"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6414B6" w:rsidRPr="001617F8">
        <w:rPr>
          <w:b/>
        </w:rPr>
        <w:t xml:space="preserve"> S</w:t>
      </w:r>
      <w:r w:rsidR="00EC4F71">
        <w:rPr>
          <w:b/>
        </w:rPr>
        <w:t>ì</w:t>
      </w:r>
      <w:r w:rsidR="001617F8" w:rsidRPr="001617F8">
        <w:rPr>
          <w:b/>
        </w:rPr>
        <w:t xml:space="preserve">               </w:t>
      </w:r>
      <w:r w:rsidRPr="001617F8">
        <w:rPr>
          <w:rFonts w:ascii="Times New Roman"/>
          <w:b/>
          <w:noProof/>
          <w:color w:val="3A3A3A"/>
          <w:lang w:eastAsia="it-IT"/>
        </w:rPr>
        <mc:AlternateContent>
          <mc:Choice Requires="wps">
            <w:drawing>
              <wp:inline distT="0" distB="0" distL="0" distR="0" wp14:anchorId="37BB71A2" wp14:editId="2D0330EA">
                <wp:extent cx="147600" cy="147600"/>
                <wp:effectExtent l="0" t="0" r="24130" b="24130"/>
                <wp:docPr id="54" name="Rettangolo 54"/>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11C295" id="Rettangolo 54"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6414B6" w:rsidRPr="001617F8">
        <w:rPr>
          <w:b/>
        </w:rPr>
        <w:t xml:space="preserve"> No</w:t>
      </w:r>
    </w:p>
    <w:p w14:paraId="62FCAC5D" w14:textId="77777777" w:rsidR="006414B6" w:rsidRPr="001617F8" w:rsidRDefault="006414B6" w:rsidP="006414B6">
      <w:pPr>
        <w:ind w:left="426" w:hanging="284"/>
        <w:rPr>
          <w:b/>
        </w:rPr>
      </w:pPr>
      <w:r w:rsidRPr="001617F8">
        <w:rPr>
          <w:b/>
        </w:rPr>
        <w:t>Se No, indicare il motivo</w:t>
      </w:r>
    </w:p>
    <w:p w14:paraId="126D604D" w14:textId="77777777" w:rsidR="001617F8" w:rsidRPr="001617F8" w:rsidRDefault="001617F8" w:rsidP="001617F8">
      <w:pPr>
        <w:ind w:left="426" w:hanging="284"/>
        <w:rPr>
          <w:b/>
          <w:sz w:val="28"/>
          <w:u w:val="single"/>
        </w:rPr>
      </w:pPr>
      <w:r w:rsidRPr="001617F8">
        <w:rPr>
          <w:b/>
          <w:sz w:val="28"/>
          <w:u w:val="single"/>
        </w:rPr>
        <w:t>______________________________________________________________________________________________________________________________________</w:t>
      </w:r>
    </w:p>
    <w:p w14:paraId="09142EC3" w14:textId="77777777" w:rsidR="001617F8" w:rsidRPr="001617F8" w:rsidRDefault="001617F8" w:rsidP="006414B6">
      <w:pPr>
        <w:ind w:left="426" w:hanging="284"/>
        <w:rPr>
          <w:b/>
        </w:rPr>
      </w:pPr>
    </w:p>
    <w:p w14:paraId="66529893" w14:textId="50285674" w:rsidR="006414B6" w:rsidRPr="001617F8" w:rsidRDefault="006414B6" w:rsidP="006414B6">
      <w:pPr>
        <w:ind w:left="426" w:hanging="284"/>
        <w:rPr>
          <w:b/>
        </w:rPr>
      </w:pPr>
      <w:r w:rsidRPr="001617F8">
        <w:rPr>
          <w:b/>
        </w:rPr>
        <w:t xml:space="preserve">8.  </w:t>
      </w:r>
      <w:r w:rsidR="00EC4F71" w:rsidRPr="001617F8">
        <w:rPr>
          <w:b/>
        </w:rPr>
        <w:t>È</w:t>
      </w:r>
      <w:r w:rsidRPr="001617F8">
        <w:rPr>
          <w:b/>
        </w:rPr>
        <w:t xml:space="preserve"> prevista un’attività di tesi connessa all’attività di tirocinio svolta?</w:t>
      </w:r>
    </w:p>
    <w:p w14:paraId="09B41FEA" w14:textId="62576403" w:rsidR="006414B6" w:rsidRPr="001617F8" w:rsidRDefault="005C1304" w:rsidP="001617F8">
      <w:pPr>
        <w:ind w:left="426" w:hanging="284"/>
        <w:rPr>
          <w:b/>
        </w:rPr>
      </w:pPr>
      <w:r w:rsidRPr="001617F8">
        <w:rPr>
          <w:rFonts w:ascii="Times New Roman"/>
          <w:b/>
          <w:noProof/>
          <w:color w:val="3A3A3A"/>
          <w:lang w:eastAsia="it-IT"/>
        </w:rPr>
        <mc:AlternateContent>
          <mc:Choice Requires="wps">
            <w:drawing>
              <wp:inline distT="0" distB="0" distL="0" distR="0" wp14:anchorId="6E784B69" wp14:editId="17F1E326">
                <wp:extent cx="147600" cy="147600"/>
                <wp:effectExtent l="0" t="0" r="24130" b="24130"/>
                <wp:docPr id="55" name="Rettangolo 55"/>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C93414D" id="Rettangolo 55"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1617F8" w:rsidRPr="001617F8">
        <w:rPr>
          <w:b/>
        </w:rPr>
        <w:t xml:space="preserve"> S</w:t>
      </w:r>
      <w:r w:rsidR="00EC4F71">
        <w:rPr>
          <w:b/>
        </w:rPr>
        <w:t>ì</w:t>
      </w:r>
      <w:r w:rsidR="001617F8" w:rsidRPr="001617F8">
        <w:rPr>
          <w:b/>
        </w:rPr>
        <w:t xml:space="preserve">               </w:t>
      </w:r>
      <w:r w:rsidRPr="001617F8">
        <w:rPr>
          <w:rFonts w:ascii="Times New Roman"/>
          <w:b/>
          <w:noProof/>
          <w:color w:val="3A3A3A"/>
          <w:lang w:eastAsia="it-IT"/>
        </w:rPr>
        <mc:AlternateContent>
          <mc:Choice Requires="wps">
            <w:drawing>
              <wp:inline distT="0" distB="0" distL="0" distR="0" wp14:anchorId="35A3E0C7" wp14:editId="6AF30011">
                <wp:extent cx="147600" cy="147600"/>
                <wp:effectExtent l="0" t="0" r="24130" b="24130"/>
                <wp:docPr id="56" name="Rettangolo 56"/>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3545206" id="Rettangolo 56"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006414B6" w:rsidRPr="001617F8">
        <w:rPr>
          <w:b/>
        </w:rPr>
        <w:t>No</w:t>
      </w:r>
    </w:p>
    <w:p w14:paraId="5E3905AF" w14:textId="77777777" w:rsidR="001617F8" w:rsidRPr="001617F8" w:rsidRDefault="001617F8" w:rsidP="006414B6">
      <w:pPr>
        <w:ind w:left="426" w:hanging="284"/>
        <w:rPr>
          <w:b/>
        </w:rPr>
      </w:pPr>
    </w:p>
    <w:p w14:paraId="4C9BF4D2" w14:textId="77777777" w:rsidR="006414B6" w:rsidRPr="001617F8" w:rsidRDefault="006414B6" w:rsidP="006414B6">
      <w:pPr>
        <w:ind w:left="426" w:hanging="284"/>
        <w:rPr>
          <w:b/>
        </w:rPr>
      </w:pPr>
      <w:r w:rsidRPr="001617F8">
        <w:rPr>
          <w:b/>
        </w:rPr>
        <w:t>9.L’azienda ha fatto un’offerta di lavoro al tirocinante?</w:t>
      </w:r>
    </w:p>
    <w:p w14:paraId="160C0BDC" w14:textId="2E85E964" w:rsidR="006414B6" w:rsidRPr="001617F8" w:rsidRDefault="005C1304" w:rsidP="001617F8">
      <w:pPr>
        <w:ind w:left="426" w:hanging="284"/>
        <w:rPr>
          <w:b/>
        </w:rPr>
      </w:pPr>
      <w:r w:rsidRPr="001617F8">
        <w:rPr>
          <w:rFonts w:ascii="Times New Roman"/>
          <w:b/>
          <w:noProof/>
          <w:color w:val="3A3A3A"/>
          <w:lang w:eastAsia="it-IT"/>
        </w:rPr>
        <mc:AlternateContent>
          <mc:Choice Requires="wps">
            <w:drawing>
              <wp:inline distT="0" distB="0" distL="0" distR="0" wp14:anchorId="07567AD9" wp14:editId="1BB39540">
                <wp:extent cx="147600" cy="147600"/>
                <wp:effectExtent l="0" t="0" r="24130" b="24130"/>
                <wp:docPr id="57" name="Rettangolo 57"/>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E2284BC" id="Rettangolo 57"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001617F8" w:rsidRPr="001617F8">
        <w:rPr>
          <w:b/>
        </w:rPr>
        <w:t>S</w:t>
      </w:r>
      <w:r w:rsidR="00EC4F71">
        <w:rPr>
          <w:b/>
        </w:rPr>
        <w:t>ì</w:t>
      </w:r>
      <w:r w:rsidR="001617F8" w:rsidRPr="001617F8">
        <w:rPr>
          <w:b/>
        </w:rPr>
        <w:t xml:space="preserve">               </w:t>
      </w:r>
      <w:r w:rsidRPr="001617F8">
        <w:rPr>
          <w:rFonts w:ascii="Times New Roman"/>
          <w:b/>
          <w:noProof/>
          <w:color w:val="3A3A3A"/>
          <w:lang w:eastAsia="it-IT"/>
        </w:rPr>
        <mc:AlternateContent>
          <mc:Choice Requires="wps">
            <w:drawing>
              <wp:inline distT="0" distB="0" distL="0" distR="0" wp14:anchorId="5371777D" wp14:editId="4301DBF0">
                <wp:extent cx="147600" cy="147600"/>
                <wp:effectExtent l="0" t="0" r="24130" b="24130"/>
                <wp:docPr id="58" name="Rettangolo 58"/>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81BCF44" id="Rettangolo 58"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006414B6" w:rsidRPr="001617F8">
        <w:rPr>
          <w:b/>
        </w:rPr>
        <w:t>No</w:t>
      </w:r>
    </w:p>
    <w:p w14:paraId="672FBC27" w14:textId="438A306C" w:rsidR="001617F8" w:rsidRPr="001617F8" w:rsidRDefault="006414B6" w:rsidP="001617F8">
      <w:pPr>
        <w:ind w:left="426" w:hanging="284"/>
        <w:rPr>
          <w:b/>
        </w:rPr>
      </w:pPr>
      <w:r w:rsidRPr="00797B4B">
        <w:rPr>
          <w:b/>
          <w:u w:val="single"/>
        </w:rPr>
        <w:t>Se S</w:t>
      </w:r>
      <w:r w:rsidR="00EC4F71">
        <w:rPr>
          <w:b/>
          <w:u w:val="single"/>
        </w:rPr>
        <w:t>ì</w:t>
      </w:r>
      <w:r w:rsidRPr="001617F8">
        <w:rPr>
          <w:b/>
        </w:rPr>
        <w:t>, con che tipo di contratto?</w:t>
      </w:r>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5"/>
        <w:gridCol w:w="1767"/>
        <w:gridCol w:w="1887"/>
        <w:gridCol w:w="3683"/>
      </w:tblGrid>
      <w:tr w:rsidR="001617F8" w:rsidRPr="001617F8" w14:paraId="3B2170D0" w14:textId="77777777" w:rsidTr="001617F8">
        <w:tc>
          <w:tcPr>
            <w:tcW w:w="2444" w:type="dxa"/>
          </w:tcPr>
          <w:p w14:paraId="2D521E14" w14:textId="77777777" w:rsidR="001617F8" w:rsidRPr="001617F8" w:rsidRDefault="001617F8" w:rsidP="006414B6">
            <w:pPr>
              <w:rPr>
                <w:b/>
              </w:rPr>
            </w:pPr>
            <w:r w:rsidRPr="001617F8">
              <w:rPr>
                <w:rFonts w:ascii="Times New Roman"/>
                <w:b/>
                <w:noProof/>
                <w:color w:val="3A3A3A"/>
                <w:lang w:eastAsia="it-IT"/>
              </w:rPr>
              <mc:AlternateContent>
                <mc:Choice Requires="wps">
                  <w:drawing>
                    <wp:inline distT="0" distB="0" distL="0" distR="0" wp14:anchorId="395F64BF" wp14:editId="1BA8D612">
                      <wp:extent cx="147600" cy="147600"/>
                      <wp:effectExtent l="0" t="0" r="24130" b="24130"/>
                      <wp:docPr id="59" name="Rettangolo 59"/>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ED39E18" id="Rettangolo 59"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Pr="001617F8">
              <w:rPr>
                <w:b/>
              </w:rPr>
              <w:t xml:space="preserve"> a tempo </w:t>
            </w:r>
            <w:proofErr w:type="spellStart"/>
            <w:r w:rsidRPr="001617F8">
              <w:rPr>
                <w:b/>
              </w:rPr>
              <w:t>indeterminato</w:t>
            </w:r>
            <w:proofErr w:type="spellEnd"/>
          </w:p>
        </w:tc>
        <w:tc>
          <w:tcPr>
            <w:tcW w:w="2444" w:type="dxa"/>
          </w:tcPr>
          <w:p w14:paraId="4258AD0C" w14:textId="27706CC9" w:rsidR="001617F8" w:rsidRPr="001617F8" w:rsidRDefault="001617F8" w:rsidP="006414B6">
            <w:pPr>
              <w:rPr>
                <w:b/>
              </w:rPr>
            </w:pPr>
            <w:r w:rsidRPr="001617F8">
              <w:rPr>
                <w:rFonts w:ascii="Times New Roman"/>
                <w:b/>
                <w:noProof/>
                <w:color w:val="3A3A3A"/>
                <w:lang w:eastAsia="it-IT"/>
              </w:rPr>
              <mc:AlternateContent>
                <mc:Choice Requires="wps">
                  <w:drawing>
                    <wp:inline distT="0" distB="0" distL="0" distR="0" wp14:anchorId="37292C7C" wp14:editId="419C5083">
                      <wp:extent cx="147600" cy="147600"/>
                      <wp:effectExtent l="0" t="0" r="24130" b="24130"/>
                      <wp:docPr id="60" name="Rettangolo 60"/>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13F2B0B" id="Rettangolo 60"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Pr="001617F8">
              <w:rPr>
                <w:b/>
              </w:rPr>
              <w:t xml:space="preserve">a tempo </w:t>
            </w:r>
            <w:proofErr w:type="spellStart"/>
            <w:r w:rsidRPr="001617F8">
              <w:rPr>
                <w:b/>
              </w:rPr>
              <w:t>determinato</w:t>
            </w:r>
            <w:proofErr w:type="spellEnd"/>
          </w:p>
        </w:tc>
        <w:tc>
          <w:tcPr>
            <w:tcW w:w="2445" w:type="dxa"/>
          </w:tcPr>
          <w:p w14:paraId="5EF37FA5" w14:textId="1F0A34C9" w:rsidR="001617F8" w:rsidRPr="001617F8" w:rsidRDefault="001617F8" w:rsidP="006414B6">
            <w:pPr>
              <w:rPr>
                <w:b/>
              </w:rPr>
            </w:pPr>
            <w:r w:rsidRPr="001617F8">
              <w:rPr>
                <w:rFonts w:ascii="Times New Roman"/>
                <w:b/>
                <w:noProof/>
                <w:color w:val="3A3A3A"/>
                <w:lang w:eastAsia="it-IT"/>
              </w:rPr>
              <mc:AlternateContent>
                <mc:Choice Requires="wps">
                  <w:drawing>
                    <wp:inline distT="0" distB="0" distL="0" distR="0" wp14:anchorId="24C985A9" wp14:editId="62197697">
                      <wp:extent cx="147600" cy="147600"/>
                      <wp:effectExtent l="0" t="0" r="24130" b="24130"/>
                      <wp:docPr id="61" name="Rettangolo 61"/>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2E36AC7" id="Rettangolo 61"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Pr="001617F8">
              <w:rPr>
                <w:b/>
              </w:rPr>
              <w:t xml:space="preserve">di </w:t>
            </w:r>
            <w:proofErr w:type="spellStart"/>
            <w:r w:rsidRPr="001617F8">
              <w:rPr>
                <w:b/>
              </w:rPr>
              <w:t>inserimento</w:t>
            </w:r>
            <w:proofErr w:type="spellEnd"/>
            <w:r w:rsidRPr="001617F8">
              <w:rPr>
                <w:b/>
              </w:rPr>
              <w:t xml:space="preserve"> </w:t>
            </w:r>
            <w:proofErr w:type="spellStart"/>
            <w:r w:rsidRPr="001617F8">
              <w:rPr>
                <w:b/>
              </w:rPr>
              <w:t>collaborazione</w:t>
            </w:r>
            <w:proofErr w:type="spellEnd"/>
          </w:p>
        </w:tc>
        <w:tc>
          <w:tcPr>
            <w:tcW w:w="2445" w:type="dxa"/>
          </w:tcPr>
          <w:p w14:paraId="3E74D86C" w14:textId="6597CDB9" w:rsidR="001617F8" w:rsidRPr="001617F8" w:rsidRDefault="001617F8" w:rsidP="006414B6">
            <w:pPr>
              <w:rPr>
                <w:b/>
              </w:rPr>
            </w:pPr>
            <w:r w:rsidRPr="001617F8">
              <w:rPr>
                <w:rFonts w:ascii="Times New Roman"/>
                <w:b/>
                <w:noProof/>
                <w:color w:val="3A3A3A"/>
                <w:lang w:eastAsia="it-IT"/>
              </w:rPr>
              <mc:AlternateContent>
                <mc:Choice Requires="wps">
                  <w:drawing>
                    <wp:inline distT="0" distB="0" distL="0" distR="0" wp14:anchorId="05E762AA" wp14:editId="18C0C523">
                      <wp:extent cx="147600" cy="147600"/>
                      <wp:effectExtent l="0" t="0" r="24130" b="24130"/>
                      <wp:docPr id="62" name="Rettangolo 62"/>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70871AC" id="Rettangolo 62"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Pr="001617F8">
              <w:rPr>
                <w:b/>
              </w:rPr>
              <w:t xml:space="preserve"> </w:t>
            </w:r>
            <w:proofErr w:type="spellStart"/>
            <w:r w:rsidRPr="001617F8">
              <w:rPr>
                <w:b/>
              </w:rPr>
              <w:t>altro</w:t>
            </w:r>
            <w:proofErr w:type="spellEnd"/>
            <w:r w:rsidRPr="001617F8">
              <w:rPr>
                <w:b/>
              </w:rPr>
              <w:t xml:space="preserve"> (</w:t>
            </w:r>
            <w:proofErr w:type="spellStart"/>
            <w:r w:rsidRPr="001617F8">
              <w:rPr>
                <w:b/>
              </w:rPr>
              <w:t>specificare</w:t>
            </w:r>
            <w:proofErr w:type="spellEnd"/>
            <w:r w:rsidRPr="001617F8">
              <w:rPr>
                <w:b/>
              </w:rPr>
              <w:t>)</w:t>
            </w:r>
          </w:p>
          <w:p w14:paraId="239F8E43" w14:textId="77777777" w:rsidR="001617F8" w:rsidRPr="001617F8" w:rsidRDefault="001617F8" w:rsidP="006414B6">
            <w:pPr>
              <w:rPr>
                <w:b/>
                <w:u w:val="single"/>
              </w:rPr>
            </w:pPr>
            <w:r w:rsidRPr="001617F8">
              <w:rPr>
                <w:b/>
                <w:sz w:val="24"/>
                <w:u w:val="single"/>
              </w:rPr>
              <w:t>_____________________________</w:t>
            </w:r>
          </w:p>
        </w:tc>
      </w:tr>
    </w:tbl>
    <w:p w14:paraId="0CF1B88D" w14:textId="77777777" w:rsidR="006414B6" w:rsidRPr="001617F8" w:rsidRDefault="006414B6" w:rsidP="001617F8">
      <w:pPr>
        <w:rPr>
          <w:b/>
        </w:rPr>
      </w:pPr>
    </w:p>
    <w:p w14:paraId="3041BCA9" w14:textId="48B3D3B2" w:rsidR="001617F8" w:rsidRPr="001617F8" w:rsidRDefault="006414B6" w:rsidP="006414B6">
      <w:pPr>
        <w:ind w:left="426" w:hanging="284"/>
        <w:rPr>
          <w:b/>
        </w:rPr>
      </w:pPr>
      <w:r w:rsidRPr="00797B4B">
        <w:rPr>
          <w:b/>
          <w:u w:val="single"/>
        </w:rPr>
        <w:t>Se N</w:t>
      </w:r>
      <w:r w:rsidR="00EC4F71">
        <w:rPr>
          <w:b/>
          <w:u w:val="single"/>
        </w:rPr>
        <w:t>o</w:t>
      </w:r>
      <w:r w:rsidRPr="001617F8">
        <w:rPr>
          <w:b/>
        </w:rPr>
        <w:t>, ritiene che ci siano possibilità di un futuro inserimento del tirocinante in azienda?</w:t>
      </w:r>
    </w:p>
    <w:p w14:paraId="64EF6527" w14:textId="19C231C6" w:rsidR="006414B6" w:rsidRDefault="006414B6" w:rsidP="006414B6">
      <w:pPr>
        <w:ind w:left="426" w:hanging="284"/>
        <w:rPr>
          <w:b/>
        </w:rPr>
      </w:pPr>
      <w:r w:rsidRPr="001617F8">
        <w:rPr>
          <w:b/>
        </w:rPr>
        <w:t xml:space="preserve"> </w:t>
      </w:r>
      <w:r w:rsidR="001617F8" w:rsidRPr="001617F8">
        <w:rPr>
          <w:rFonts w:ascii="Times New Roman"/>
          <w:b/>
          <w:noProof/>
          <w:color w:val="3A3A3A"/>
          <w:lang w:eastAsia="it-IT"/>
        </w:rPr>
        <mc:AlternateContent>
          <mc:Choice Requires="wps">
            <w:drawing>
              <wp:inline distT="0" distB="0" distL="0" distR="0" wp14:anchorId="36579E17" wp14:editId="5A58B20B">
                <wp:extent cx="147600" cy="147600"/>
                <wp:effectExtent l="0" t="0" r="24130" b="24130"/>
                <wp:docPr id="63" name="Rettangolo 63"/>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20D7F91" id="Rettangolo 63"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Pr="001617F8">
        <w:rPr>
          <w:b/>
        </w:rPr>
        <w:t xml:space="preserve"> S</w:t>
      </w:r>
      <w:r w:rsidR="00EC4F71">
        <w:rPr>
          <w:b/>
        </w:rPr>
        <w:t>ì</w:t>
      </w:r>
      <w:r w:rsidR="001617F8" w:rsidRPr="001617F8">
        <w:rPr>
          <w:b/>
        </w:rPr>
        <w:t xml:space="preserve">                </w:t>
      </w:r>
      <w:r w:rsidR="001617F8" w:rsidRPr="001617F8">
        <w:rPr>
          <w:rFonts w:ascii="Times New Roman"/>
          <w:b/>
          <w:noProof/>
          <w:color w:val="3A3A3A"/>
          <w:lang w:eastAsia="it-IT"/>
        </w:rPr>
        <mc:AlternateContent>
          <mc:Choice Requires="wps">
            <w:drawing>
              <wp:inline distT="0" distB="0" distL="0" distR="0" wp14:anchorId="17B33A19" wp14:editId="51C88C59">
                <wp:extent cx="147600" cy="147600"/>
                <wp:effectExtent l="0" t="0" r="24130" b="24130"/>
                <wp:docPr id="64" name="Rettangolo 64"/>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5D65AD6" id="Rettangolo 64"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Pr="001617F8">
        <w:rPr>
          <w:b/>
        </w:rPr>
        <w:t>No</w:t>
      </w:r>
    </w:p>
    <w:p w14:paraId="4F086721" w14:textId="77777777" w:rsidR="00DB7669" w:rsidRPr="001617F8" w:rsidRDefault="00DB7669" w:rsidP="006414B6">
      <w:pPr>
        <w:ind w:left="426" w:hanging="284"/>
        <w:rPr>
          <w:b/>
        </w:rPr>
      </w:pPr>
    </w:p>
    <w:p w14:paraId="10692E4A" w14:textId="77777777" w:rsidR="006414B6" w:rsidRPr="001617F8" w:rsidRDefault="00797B4B" w:rsidP="006414B6">
      <w:pPr>
        <w:ind w:left="426" w:hanging="284"/>
        <w:rPr>
          <w:b/>
        </w:rPr>
      </w:pPr>
      <w:r>
        <w:rPr>
          <w:b/>
        </w:rPr>
        <w:t>10</w:t>
      </w:r>
      <w:r w:rsidR="006414B6" w:rsidRPr="001617F8">
        <w:rPr>
          <w:b/>
        </w:rPr>
        <w:t>. La formazione universitaria del tirocinante è risultata adeguata allo svolgimento delle mansioni</w:t>
      </w:r>
    </w:p>
    <w:p w14:paraId="2E21836F" w14:textId="6B06BA87" w:rsidR="006414B6" w:rsidRPr="001617F8" w:rsidRDefault="006414B6" w:rsidP="006414B6">
      <w:pPr>
        <w:ind w:left="426" w:hanging="284"/>
        <w:rPr>
          <w:b/>
        </w:rPr>
      </w:pPr>
      <w:r w:rsidRPr="001617F8">
        <w:rPr>
          <w:b/>
        </w:rPr>
        <w:t>affidat</w:t>
      </w:r>
      <w:r w:rsidR="00EC4F71">
        <w:rPr>
          <w:b/>
        </w:rPr>
        <w:t>e</w:t>
      </w:r>
      <w:r w:rsidRPr="001617F8">
        <w:rPr>
          <w:b/>
        </w:rPr>
        <w:t>?</w:t>
      </w:r>
    </w:p>
    <w:p w14:paraId="56BBF5CA" w14:textId="651B8493" w:rsidR="006414B6" w:rsidRPr="001617F8" w:rsidRDefault="001617F8" w:rsidP="006414B6">
      <w:pPr>
        <w:ind w:left="426" w:hanging="284"/>
        <w:rPr>
          <w:b/>
        </w:rPr>
      </w:pPr>
      <w:r w:rsidRPr="001617F8">
        <w:rPr>
          <w:rFonts w:ascii="Times New Roman"/>
          <w:b/>
          <w:noProof/>
          <w:color w:val="3A3A3A"/>
          <w:lang w:eastAsia="it-IT"/>
        </w:rPr>
        <mc:AlternateContent>
          <mc:Choice Requires="wps">
            <w:drawing>
              <wp:inline distT="0" distB="0" distL="0" distR="0" wp14:anchorId="15BD262D" wp14:editId="146E38C8">
                <wp:extent cx="147600" cy="147600"/>
                <wp:effectExtent l="0" t="0" r="24130" b="24130"/>
                <wp:docPr id="65" name="Rettangolo 65"/>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2C88938" id="Rettangolo 65"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Pr="001617F8">
        <w:rPr>
          <w:b/>
        </w:rPr>
        <w:t>S</w:t>
      </w:r>
      <w:r w:rsidR="00EC4F71">
        <w:rPr>
          <w:b/>
        </w:rPr>
        <w:t>ì</w:t>
      </w:r>
      <w:r w:rsidRPr="001617F8">
        <w:rPr>
          <w:b/>
        </w:rPr>
        <w:t xml:space="preserve">               </w:t>
      </w:r>
      <w:r w:rsidRPr="001617F8">
        <w:rPr>
          <w:rFonts w:ascii="Times New Roman"/>
          <w:b/>
          <w:noProof/>
          <w:color w:val="3A3A3A"/>
          <w:lang w:eastAsia="it-IT"/>
        </w:rPr>
        <mc:AlternateContent>
          <mc:Choice Requires="wps">
            <w:drawing>
              <wp:inline distT="0" distB="0" distL="0" distR="0" wp14:anchorId="63851F7B" wp14:editId="05158ED3">
                <wp:extent cx="147600" cy="147600"/>
                <wp:effectExtent l="0" t="0" r="24130" b="24130"/>
                <wp:docPr id="66" name="Rettangolo 66"/>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2B2936D" id="Rettangolo 66"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Pr="001617F8">
        <w:rPr>
          <w:b/>
        </w:rPr>
        <w:t xml:space="preserve">Solo in parte               </w:t>
      </w:r>
      <w:r w:rsidRPr="001617F8">
        <w:rPr>
          <w:rFonts w:ascii="Times New Roman"/>
          <w:b/>
          <w:noProof/>
          <w:color w:val="3A3A3A"/>
          <w:lang w:eastAsia="it-IT"/>
        </w:rPr>
        <mc:AlternateContent>
          <mc:Choice Requires="wps">
            <w:drawing>
              <wp:inline distT="0" distB="0" distL="0" distR="0" wp14:anchorId="2714DFAA" wp14:editId="66D53A46">
                <wp:extent cx="147600" cy="147600"/>
                <wp:effectExtent l="0" t="0" r="24130" b="24130"/>
                <wp:docPr id="67" name="Rettangolo 67"/>
                <wp:cNvGraphicFramePr/>
                <a:graphic xmlns:a="http://schemas.openxmlformats.org/drawingml/2006/main">
                  <a:graphicData uri="http://schemas.microsoft.com/office/word/2010/wordprocessingShape">
                    <wps:wsp>
                      <wps:cNvSpPr/>
                      <wps:spPr>
                        <a:xfrm>
                          <a:off x="0" y="0"/>
                          <a:ext cx="147600" cy="1476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3C5FE90" id="Rettangolo 67" o:spid="_x0000_s1026" style="width:11.6pt;height:11.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" fillcolor="white [3212]" strokecolor="black [3213]" strokeweight="2pt">
                <w10:anchorlock/>
              </v:rect>
            </w:pict>
          </mc:Fallback>
        </mc:AlternateContent>
      </w:r>
      <w:r w:rsidR="00EC4F71">
        <w:rPr>
          <w:b/>
        </w:rPr>
        <w:t xml:space="preserve"> </w:t>
      </w:r>
      <w:r w:rsidR="006414B6" w:rsidRPr="001617F8">
        <w:rPr>
          <w:b/>
        </w:rPr>
        <w:t>No</w:t>
      </w:r>
    </w:p>
    <w:p w14:paraId="03D136A1" w14:textId="77777777" w:rsidR="001617F8" w:rsidRPr="001617F8" w:rsidRDefault="006414B6" w:rsidP="001617F8">
      <w:pPr>
        <w:ind w:left="426" w:hanging="284"/>
        <w:rPr>
          <w:b/>
        </w:rPr>
      </w:pPr>
      <w:r w:rsidRPr="00797B4B">
        <w:rPr>
          <w:b/>
          <w:u w:val="single"/>
        </w:rPr>
        <w:t>Se NO o SOLO IN PARTE</w:t>
      </w:r>
      <w:r w:rsidRPr="001617F8">
        <w:rPr>
          <w:b/>
        </w:rPr>
        <w:t>, perché?</w:t>
      </w:r>
    </w:p>
    <w:p w14:paraId="0C2975B7" w14:textId="77777777" w:rsidR="001617F8" w:rsidRDefault="001617F8" w:rsidP="00932EB1">
      <w:pPr>
        <w:ind w:left="426" w:hanging="284"/>
        <w:rPr>
          <w:b/>
          <w:sz w:val="28"/>
          <w:u w:val="single"/>
        </w:rPr>
      </w:pPr>
      <w:r w:rsidRPr="001617F8">
        <w:rPr>
          <w:b/>
          <w:sz w:val="28"/>
          <w:u w:val="single"/>
        </w:rPr>
        <w:t>______________________________________________________________________________________________________________________________________</w:t>
      </w:r>
    </w:p>
    <w:p w14:paraId="32A1F118" w14:textId="77777777" w:rsidR="000D5F59" w:rsidRPr="00932EB1" w:rsidRDefault="000D5F59" w:rsidP="00932EB1">
      <w:pPr>
        <w:ind w:left="426" w:hanging="284"/>
        <w:rPr>
          <w:b/>
          <w:sz w:val="28"/>
          <w:u w:val="single"/>
        </w:rPr>
      </w:pPr>
    </w:p>
    <w:p w14:paraId="2D959BF0" w14:textId="77777777" w:rsidR="00B464F3" w:rsidRDefault="00797B4B" w:rsidP="005C4C0D">
      <w:pPr>
        <w:ind w:left="426" w:hanging="284"/>
      </w:pPr>
      <w:r>
        <w:t xml:space="preserve">Data                                                                                   </w:t>
      </w:r>
      <w:r w:rsidR="00932EB1">
        <w:t xml:space="preserve">                          </w:t>
      </w:r>
      <w:r>
        <w:t xml:space="preserve">  </w:t>
      </w:r>
      <w:r w:rsidR="006414B6">
        <w:t>FIRMA E TIMBRO TUTOR AZIENDALE</w:t>
      </w:r>
    </w:p>
    <w:p w14:paraId="5F8C1157" w14:textId="77777777" w:rsidR="00932EB1" w:rsidRDefault="00932EB1" w:rsidP="005C4C0D">
      <w:pPr>
        <w:ind w:left="426" w:hanging="284"/>
      </w:pPr>
      <w:r>
        <w:t>_______________                                                                                ___________________________________</w:t>
      </w:r>
    </w:p>
    <w:sectPr w:rsidR="00932EB1" w:rsidSect="00932EB1">
      <w:headerReference w:type="default" r:id="rId7"/>
      <w:footerReference w:type="default" r:id="rId8"/>
      <w:pgSz w:w="11906" w:h="16838"/>
      <w:pgMar w:top="1417" w:right="1134" w:bottom="1134" w:left="1134" w:header="142" w:footer="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0C425" w14:textId="77777777" w:rsidR="003962B0" w:rsidRDefault="003962B0" w:rsidP="00A06C7A">
      <w:pPr>
        <w:spacing w:after="0" w:line="240" w:lineRule="auto"/>
      </w:pPr>
      <w:r>
        <w:separator/>
      </w:r>
    </w:p>
  </w:endnote>
  <w:endnote w:type="continuationSeparator" w:id="0">
    <w:p w14:paraId="32DD0246" w14:textId="77777777" w:rsidR="003962B0" w:rsidRDefault="003962B0" w:rsidP="00A06C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ontserrat Medium">
    <w:altName w:val="Courier New"/>
    <w:charset w:val="00"/>
    <w:family w:val="auto"/>
    <w:pitch w:val="variable"/>
    <w:sig w:usb0="2000020F" w:usb1="00000003" w:usb2="00000000" w:usb3="00000000" w:csb0="00000197"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BF18" w14:textId="77777777" w:rsidR="005C4C0D" w:rsidRDefault="00932EB1" w:rsidP="00932EB1">
    <w:pPr>
      <w:pStyle w:val="Pidipagina"/>
      <w:ind w:hanging="993"/>
    </w:pPr>
    <w:r w:rsidRPr="00932EB1">
      <w:rPr>
        <w:rFonts w:ascii="Montserrat Medium" w:eastAsia="Times New Roman" w:hAnsi="Montserrat Medium" w:cs="Times New Roman"/>
        <w:noProof/>
        <w:color w:val="333333"/>
        <w:kern w:val="0"/>
        <w:sz w:val="14"/>
        <w:szCs w:val="14"/>
        <w14:ligatures w14:val="none"/>
      </w:rPr>
      <w:drawing>
        <wp:inline distT="0" distB="0" distL="0" distR="0" wp14:anchorId="6625FF2C" wp14:editId="5ABB2B73">
          <wp:extent cx="4820400" cy="504000"/>
          <wp:effectExtent l="0" t="0" r="0" b="0"/>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4820400" cy="504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594BE" w14:textId="77777777" w:rsidR="003962B0" w:rsidRDefault="003962B0" w:rsidP="00A06C7A">
      <w:pPr>
        <w:spacing w:after="0" w:line="240" w:lineRule="auto"/>
      </w:pPr>
      <w:r>
        <w:separator/>
      </w:r>
    </w:p>
  </w:footnote>
  <w:footnote w:type="continuationSeparator" w:id="0">
    <w:p w14:paraId="0BE15079" w14:textId="77777777" w:rsidR="003962B0" w:rsidRDefault="003962B0" w:rsidP="00A06C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D9E44" w14:textId="56E73922" w:rsidR="00A06C7A" w:rsidRDefault="002A6F6D" w:rsidP="00724F70">
    <w:pPr>
      <w:pStyle w:val="Intestazione"/>
      <w:tabs>
        <w:tab w:val="clear" w:pos="9638"/>
        <w:tab w:val="right" w:pos="10632"/>
      </w:tabs>
      <w:ind w:right="-1134" w:hanging="993"/>
    </w:pPr>
    <w:r>
      <w:rPr>
        <w:noProof/>
      </w:rPr>
      <w:drawing>
        <wp:anchor distT="0" distB="0" distL="114300" distR="114300" simplePos="0" relativeHeight="251658240" behindDoc="0" locked="0" layoutInCell="1" allowOverlap="1" wp14:anchorId="7F87B293" wp14:editId="366A3710">
          <wp:simplePos x="0" y="0"/>
          <wp:positionH relativeFrom="column">
            <wp:posOffset>-633095</wp:posOffset>
          </wp:positionH>
          <wp:positionV relativeFrom="paragraph">
            <wp:posOffset>20016</wp:posOffset>
          </wp:positionV>
          <wp:extent cx="5534025" cy="810895"/>
          <wp:effectExtent l="0" t="0" r="9525" b="8255"/>
          <wp:wrapSquare wrapText="bothSides"/>
          <wp:docPr id="1140010860" name="Immagine 23"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10860" name="Immagine 23" descr="Immagine che contiene testo, schermata, Carattere,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5534025" cy="810895"/>
                  </a:xfrm>
                  <a:prstGeom prst="rect">
                    <a:avLst/>
                  </a:prstGeom>
                </pic:spPr>
              </pic:pic>
            </a:graphicData>
          </a:graphic>
          <wp14:sizeRelH relativeFrom="page">
            <wp14:pctWidth>0</wp14:pctWidth>
          </wp14:sizeRelH>
          <wp14:sizeRelV relativeFrom="page">
            <wp14:pctHeight>0</wp14:pctHeight>
          </wp14:sizeRelV>
        </wp:anchor>
      </w:drawing>
    </w:r>
    <w:r w:rsidR="005C4C0D">
      <w:t xml:space="preserve">    </w:t>
    </w:r>
    <w:r w:rsidR="00724F70" w:rsidRPr="00724F70">
      <w:rPr>
        <w:rFonts w:ascii="Montserrat Medium" w:eastAsia="ヒラギノ角ゴ Pro W3" w:hAnsi="Montserrat Medium" w:cs="Times New Roman"/>
        <w:noProof/>
        <w:color w:val="074B87"/>
        <w:kern w:val="24"/>
        <w:sz w:val="18"/>
        <w:szCs w:val="18"/>
        <w:lang w:eastAsia="it-IT"/>
        <w14:ligatures w14:val="none"/>
      </w:rPr>
      <w:drawing>
        <wp:inline distT="0" distB="0" distL="0" distR="0" wp14:anchorId="054C9DFF" wp14:editId="7E9C2602">
          <wp:extent cx="1674000" cy="914476"/>
          <wp:effectExtent l="0" t="0" r="2540" b="0"/>
          <wp:docPr id="71"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1674000" cy="914476"/>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1EC"/>
    <w:rsid w:val="00056EAF"/>
    <w:rsid w:val="000D5F59"/>
    <w:rsid w:val="0011202F"/>
    <w:rsid w:val="0013412A"/>
    <w:rsid w:val="001617F8"/>
    <w:rsid w:val="001C56C8"/>
    <w:rsid w:val="002A6F6D"/>
    <w:rsid w:val="003962B0"/>
    <w:rsid w:val="00435AE4"/>
    <w:rsid w:val="005C1304"/>
    <w:rsid w:val="005C4C0D"/>
    <w:rsid w:val="006414B6"/>
    <w:rsid w:val="00724F70"/>
    <w:rsid w:val="007829D3"/>
    <w:rsid w:val="00797B4B"/>
    <w:rsid w:val="00932EB1"/>
    <w:rsid w:val="00A06C7A"/>
    <w:rsid w:val="00AF41EC"/>
    <w:rsid w:val="00B464F3"/>
    <w:rsid w:val="00DB7669"/>
    <w:rsid w:val="00E45E41"/>
    <w:rsid w:val="00EA3BEB"/>
    <w:rsid w:val="00EC4F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59885"/>
  <w15:docId w15:val="{224E1795-E3AE-48F6-8761-94B19B35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130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414B6"/>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414B6"/>
    <w:pPr>
      <w:ind w:left="720"/>
      <w:contextualSpacing/>
    </w:pPr>
  </w:style>
  <w:style w:type="paragraph" w:styleId="Intestazione">
    <w:name w:val="header"/>
    <w:basedOn w:val="Normale"/>
    <w:link w:val="IntestazioneCarattere"/>
    <w:uiPriority w:val="99"/>
    <w:unhideWhenUsed/>
    <w:rsid w:val="00A06C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6C7A"/>
  </w:style>
  <w:style w:type="paragraph" w:styleId="Pidipagina">
    <w:name w:val="footer"/>
    <w:basedOn w:val="Normale"/>
    <w:link w:val="PidipaginaCarattere"/>
    <w:uiPriority w:val="99"/>
    <w:unhideWhenUsed/>
    <w:rsid w:val="00A06C7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6C7A"/>
  </w:style>
  <w:style w:type="paragraph" w:styleId="Testofumetto">
    <w:name w:val="Balloon Text"/>
    <w:basedOn w:val="Normale"/>
    <w:link w:val="TestofumettoCarattere"/>
    <w:uiPriority w:val="99"/>
    <w:semiHidden/>
    <w:unhideWhenUsed/>
    <w:rsid w:val="00724F7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4F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9E19F-DE02-4543-8B91-6B63819CC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664</Words>
  <Characters>3785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dc:creator>
  <cp:keywords/>
  <dc:description/>
  <cp:lastModifiedBy>STEFANIA AGNELLO</cp:lastModifiedBy>
  <cp:revision>3</cp:revision>
  <dcterms:created xsi:type="dcterms:W3CDTF">2024-11-04T10:16:00Z</dcterms:created>
  <dcterms:modified xsi:type="dcterms:W3CDTF">2024-11-08T08:59:00Z</dcterms:modified>
</cp:coreProperties>
</file>